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80D7A" w14:textId="77777777" w:rsidR="008B5376" w:rsidRPr="00B169DF" w:rsidRDefault="00997F14" w:rsidP="008B537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6793"/>
      <w:r w:rsidR="008B5376" w:rsidRPr="00336D0E">
        <w:rPr>
          <w:rFonts w:ascii="Corbel" w:hAnsi="Corbel"/>
          <w:bCs/>
          <w:i/>
        </w:rPr>
        <w:t>Załącznik nr 1.5 do Zarządzenia Rektora UR nr 61/2025</w:t>
      </w:r>
    </w:p>
    <w:p w14:paraId="0369EAE6" w14:textId="77777777" w:rsidR="008B5376" w:rsidRPr="00B169DF" w:rsidRDefault="008B5376" w:rsidP="008B537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1652A69" w14:textId="77777777" w:rsidR="008B5376" w:rsidRPr="00B169DF" w:rsidRDefault="008B5376" w:rsidP="008B53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118C21A" w14:textId="77777777" w:rsidR="008B5376" w:rsidRPr="00B169DF" w:rsidRDefault="008B5376" w:rsidP="008B53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DDB55FB" w14:textId="77777777" w:rsidR="008B5376" w:rsidRPr="00B169DF" w:rsidRDefault="008B5376" w:rsidP="008B53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6DA99798" w14:textId="427E65CF" w:rsidR="00445970" w:rsidRPr="00B169DF" w:rsidRDefault="00445970" w:rsidP="008B5376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1E29884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3765A" w:rsidRPr="00B169DF" w14:paraId="217E617F" w14:textId="77777777" w:rsidTr="0063765A">
        <w:tc>
          <w:tcPr>
            <w:tcW w:w="2694" w:type="dxa"/>
            <w:vAlign w:val="center"/>
          </w:tcPr>
          <w:p w14:paraId="360A3392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8C9C04" w14:textId="41B18AFF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7822">
              <w:rPr>
                <w:b w:val="0"/>
                <w:sz w:val="24"/>
                <w:szCs w:val="24"/>
              </w:rPr>
              <w:t xml:space="preserve">Religie uniwersalistyczne </w:t>
            </w:r>
          </w:p>
        </w:tc>
      </w:tr>
      <w:tr w:rsidR="0063765A" w:rsidRPr="00B169DF" w14:paraId="50449669" w14:textId="77777777" w:rsidTr="0063765A">
        <w:tc>
          <w:tcPr>
            <w:tcW w:w="2694" w:type="dxa"/>
            <w:vAlign w:val="center"/>
          </w:tcPr>
          <w:p w14:paraId="086F1B62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00D5464" w14:textId="532E2FA1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KM11</w:t>
            </w:r>
          </w:p>
        </w:tc>
      </w:tr>
      <w:tr w:rsidR="008B5376" w:rsidRPr="00B169DF" w14:paraId="3BBAAF04" w14:textId="77777777" w:rsidTr="0063765A">
        <w:tc>
          <w:tcPr>
            <w:tcW w:w="2694" w:type="dxa"/>
            <w:vAlign w:val="center"/>
          </w:tcPr>
          <w:p w14:paraId="724B1CBF" w14:textId="77777777" w:rsidR="008B5376" w:rsidRPr="00B169DF" w:rsidRDefault="008B5376" w:rsidP="008B53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41517B" w14:textId="652B1C6F" w:rsidR="008B5376" w:rsidRPr="00B169DF" w:rsidRDefault="008B5376" w:rsidP="008B5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B5376" w:rsidRPr="00B169DF" w14:paraId="7ADB698E" w14:textId="77777777" w:rsidTr="0063765A">
        <w:tc>
          <w:tcPr>
            <w:tcW w:w="2694" w:type="dxa"/>
            <w:vAlign w:val="center"/>
          </w:tcPr>
          <w:p w14:paraId="03D9071F" w14:textId="77777777" w:rsidR="008B5376" w:rsidRPr="00B169DF" w:rsidRDefault="008B5376" w:rsidP="008B53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69D126" w14:textId="7F175E00" w:rsidR="008B5376" w:rsidRPr="00B169DF" w:rsidRDefault="008B5376" w:rsidP="008B5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63765A" w:rsidRPr="00B169DF" w14:paraId="3C479C48" w14:textId="77777777" w:rsidTr="0063765A">
        <w:tc>
          <w:tcPr>
            <w:tcW w:w="2694" w:type="dxa"/>
            <w:vAlign w:val="center"/>
          </w:tcPr>
          <w:p w14:paraId="4E6D654B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4E84A2" w14:textId="62BDA047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Komunikacja międzykulturowa</w:t>
            </w:r>
          </w:p>
        </w:tc>
      </w:tr>
      <w:tr w:rsidR="0063765A" w:rsidRPr="00B169DF" w14:paraId="4E88B8BD" w14:textId="77777777" w:rsidTr="0063765A">
        <w:tc>
          <w:tcPr>
            <w:tcW w:w="2694" w:type="dxa"/>
            <w:vAlign w:val="center"/>
          </w:tcPr>
          <w:p w14:paraId="22434129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857269" w14:textId="1FBAA26E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I stopień</w:t>
            </w:r>
          </w:p>
        </w:tc>
      </w:tr>
      <w:tr w:rsidR="0063765A" w:rsidRPr="00B169DF" w14:paraId="23A688AE" w14:textId="77777777" w:rsidTr="0063765A">
        <w:tc>
          <w:tcPr>
            <w:tcW w:w="2694" w:type="dxa"/>
            <w:vAlign w:val="center"/>
          </w:tcPr>
          <w:p w14:paraId="6E23FB6E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26820D" w14:textId="2CE122CC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2"/>
              </w:rPr>
              <w:t>Ogólnoakademicki</w:t>
            </w:r>
            <w:proofErr w:type="spellEnd"/>
          </w:p>
        </w:tc>
      </w:tr>
      <w:tr w:rsidR="0063765A" w:rsidRPr="00B169DF" w14:paraId="103F39EC" w14:textId="77777777" w:rsidTr="0063765A">
        <w:tc>
          <w:tcPr>
            <w:tcW w:w="2694" w:type="dxa"/>
            <w:vAlign w:val="center"/>
          </w:tcPr>
          <w:p w14:paraId="46D64983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58E04" w14:textId="5D336412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Stacjonarne</w:t>
            </w:r>
          </w:p>
        </w:tc>
      </w:tr>
      <w:tr w:rsidR="0063765A" w:rsidRPr="00B169DF" w14:paraId="668FFE72" w14:textId="77777777" w:rsidTr="0063765A">
        <w:tc>
          <w:tcPr>
            <w:tcW w:w="2694" w:type="dxa"/>
            <w:vAlign w:val="center"/>
          </w:tcPr>
          <w:p w14:paraId="649DCDA0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C181E0D" w14:textId="1792ECBE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I rok, II semestr</w:t>
            </w:r>
          </w:p>
        </w:tc>
      </w:tr>
      <w:tr w:rsidR="0063765A" w:rsidRPr="00B169DF" w14:paraId="4F3BFCBC" w14:textId="77777777" w:rsidTr="0063765A">
        <w:tc>
          <w:tcPr>
            <w:tcW w:w="2694" w:type="dxa"/>
            <w:vAlign w:val="center"/>
          </w:tcPr>
          <w:p w14:paraId="3D214EBB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196B6B" w14:textId="7CEA668E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Przedmiot podstawowy</w:t>
            </w:r>
          </w:p>
        </w:tc>
      </w:tr>
      <w:tr w:rsidR="0063765A" w:rsidRPr="00B169DF" w14:paraId="3334DA5F" w14:textId="77777777" w:rsidTr="0063765A">
        <w:tc>
          <w:tcPr>
            <w:tcW w:w="2694" w:type="dxa"/>
            <w:vAlign w:val="center"/>
          </w:tcPr>
          <w:p w14:paraId="4B5B92CF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4CFB6C" w14:textId="288F95FF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Polski</w:t>
            </w:r>
          </w:p>
        </w:tc>
      </w:tr>
      <w:tr w:rsidR="0063765A" w:rsidRPr="00B169DF" w14:paraId="22D64D91" w14:textId="77777777" w:rsidTr="0063765A">
        <w:tc>
          <w:tcPr>
            <w:tcW w:w="2694" w:type="dxa"/>
            <w:vAlign w:val="center"/>
          </w:tcPr>
          <w:p w14:paraId="0DAA401D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834B2A" w14:textId="277A171A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>Dr Ryszard Wójtowicz</w:t>
            </w:r>
          </w:p>
        </w:tc>
      </w:tr>
      <w:tr w:rsidR="0063765A" w:rsidRPr="00B169DF" w14:paraId="7C5E489D" w14:textId="77777777" w:rsidTr="0063765A">
        <w:tc>
          <w:tcPr>
            <w:tcW w:w="2694" w:type="dxa"/>
            <w:vAlign w:val="center"/>
          </w:tcPr>
          <w:p w14:paraId="126A7F0F" w14:textId="77777777" w:rsidR="0063765A" w:rsidRPr="00B169DF" w:rsidRDefault="0063765A" w:rsidP="002962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169EF6" w14:textId="11D51485" w:rsidR="0063765A" w:rsidRPr="00B169DF" w:rsidRDefault="0063765A" w:rsidP="0029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2"/>
              </w:rPr>
              <w:t xml:space="preserve"> Dr Ryszard Wójtowicz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765AE13F" w:rsidR="00015B8F" w:rsidRPr="00CD1EB0" w:rsidRDefault="00CD1EB0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1EB0">
              <w:rPr>
                <w:rFonts w:ascii="Corbel" w:hAnsi="Corbel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1D931FA7" w:rsidR="00015B8F" w:rsidRPr="00B169DF" w:rsidRDefault="00A116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1EB0">
              <w:rPr>
                <w:rFonts w:ascii="Corbel" w:hAnsi="Corbe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2D547ED9" w:rsidR="00015B8F" w:rsidRPr="00CD1EB0" w:rsidRDefault="00015B8F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5B5E157D" w:rsidR="00015B8F" w:rsidRPr="00CD1EB0" w:rsidRDefault="00CD1EB0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1EB0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47A15FAF" w:rsidR="0085747A" w:rsidRPr="00356062" w:rsidRDefault="00EF0C9E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356062">
        <w:rPr>
          <w:rFonts w:ascii="Segoe UI Symbol" w:eastAsia="MS Gothic" w:hAnsi="Segoe UI Symbol" w:cs="Segoe UI Symbol"/>
          <w:bCs/>
          <w:szCs w:val="24"/>
        </w:rPr>
        <w:t>×</w:t>
      </w:r>
      <w:r w:rsidR="0085747A" w:rsidRPr="00356062">
        <w:rPr>
          <w:rFonts w:ascii="Corbel" w:hAnsi="Corbel"/>
          <w:bCs/>
          <w:smallCaps w:val="0"/>
          <w:szCs w:val="24"/>
        </w:rPr>
        <w:t xml:space="preserve"> zajęcia w formie tradycyjnej 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F8523F" w14:textId="39F29AB2" w:rsidR="00E960BB" w:rsidRPr="00356062" w:rsidRDefault="00356062" w:rsidP="00356062">
      <w:pPr>
        <w:pStyle w:val="Punktygwne"/>
        <w:spacing w:before="0" w:after="0"/>
        <w:ind w:firstLine="708"/>
        <w:rPr>
          <w:rFonts w:ascii="Corbel" w:hAnsi="Corbel"/>
          <w:bCs/>
          <w:szCs w:val="24"/>
        </w:rPr>
      </w:pPr>
      <w:r w:rsidRPr="00356062">
        <w:rPr>
          <w:rFonts w:ascii="Corbel" w:hAnsi="Corbel"/>
          <w:bCs/>
          <w:smallCaps w:val="0"/>
          <w:szCs w:val="24"/>
        </w:rPr>
        <w:t>Egzamin ustny</w:t>
      </w:r>
    </w:p>
    <w:p w14:paraId="4C780DD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6649273F" w14:textId="77777777" w:rsidR="00356062" w:rsidRPr="00B169DF" w:rsidRDefault="0035606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1B60E1CC" w:rsidR="0085747A" w:rsidRPr="00904929" w:rsidRDefault="00904929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FB7822">
              <w:rPr>
                <w:b w:val="0"/>
                <w:smallCaps w:val="0"/>
                <w:color w:val="000000"/>
                <w:szCs w:val="20"/>
              </w:rPr>
              <w:t>Znajomość podstawowych pojęć i teorii dotyczących kultury i życia społecznego nabytych na wcześniejszych zajęciach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765A" w:rsidRPr="00B169DF" w14:paraId="1AC7C70C" w14:textId="77777777" w:rsidTr="0063765A">
        <w:tc>
          <w:tcPr>
            <w:tcW w:w="845" w:type="dxa"/>
            <w:vAlign w:val="center"/>
          </w:tcPr>
          <w:p w14:paraId="478F67C2" w14:textId="77777777" w:rsidR="0063765A" w:rsidRPr="00B169DF" w:rsidRDefault="0063765A" w:rsidP="000E59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16CC855" w14:textId="16E8E9BC" w:rsidR="0063765A" w:rsidRPr="00B169DF" w:rsidRDefault="0063765A" w:rsidP="000E59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778">
              <w:rPr>
                <w:b w:val="0"/>
                <w:sz w:val="24"/>
                <w:szCs w:val="24"/>
              </w:rPr>
              <w:t xml:space="preserve">Celem wykładów i ćwiczeń jest zapoznanie studentów </w:t>
            </w:r>
            <w:r w:rsidRPr="006B0778">
              <w:rPr>
                <w:b w:val="0"/>
                <w:i/>
                <w:sz w:val="24"/>
                <w:szCs w:val="24"/>
              </w:rPr>
              <w:t>Komunikacji międzykulturowej</w:t>
            </w:r>
            <w:r w:rsidRPr="006B0778">
              <w:rPr>
                <w:b w:val="0"/>
                <w:sz w:val="24"/>
                <w:szCs w:val="24"/>
              </w:rPr>
              <w:t xml:space="preserve"> z ogólną wiedzą i problematyką z zakresu religii uniwersalistycznych.</w:t>
            </w:r>
          </w:p>
        </w:tc>
      </w:tr>
      <w:tr w:rsidR="0063765A" w:rsidRPr="00B169DF" w14:paraId="57A412CE" w14:textId="77777777" w:rsidTr="0063765A">
        <w:tc>
          <w:tcPr>
            <w:tcW w:w="845" w:type="dxa"/>
            <w:vAlign w:val="center"/>
          </w:tcPr>
          <w:p w14:paraId="7D2BDCD1" w14:textId="087F25CE" w:rsidR="0063765A" w:rsidRPr="00B169DF" w:rsidRDefault="0063765A" w:rsidP="000E59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206290C" w14:textId="005B890C" w:rsidR="0063765A" w:rsidRPr="00B169DF" w:rsidRDefault="0063765A" w:rsidP="000E59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778">
              <w:rPr>
                <w:b w:val="0"/>
                <w:sz w:val="24"/>
                <w:szCs w:val="24"/>
              </w:rPr>
              <w:t>Przedmiot powinien dostarczyć studentom wiedzę odnośnie różnych koncepcji, doktryn i teorii dotyczących religii, a także metod interpretacyjnych oraz pogłębić umiejętność racjonalnej rekonstrukcji, krytycznej i samodzielnej interpretacji tekstów źródłowych z zakresu przedmiotu.</w:t>
            </w:r>
          </w:p>
        </w:tc>
      </w:tr>
      <w:tr w:rsidR="0063765A" w:rsidRPr="00B169DF" w14:paraId="01C73F14" w14:textId="77777777" w:rsidTr="0063765A">
        <w:tc>
          <w:tcPr>
            <w:tcW w:w="845" w:type="dxa"/>
            <w:vAlign w:val="center"/>
          </w:tcPr>
          <w:p w14:paraId="4C72522F" w14:textId="190B2B3A" w:rsidR="0063765A" w:rsidRPr="00B169DF" w:rsidRDefault="0063765A" w:rsidP="000E59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4DFF00A" w14:textId="52A54A3B" w:rsidR="0063765A" w:rsidRPr="00B169DF" w:rsidRDefault="0063765A" w:rsidP="000E59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778">
              <w:rPr>
                <w:b w:val="0"/>
                <w:sz w:val="24"/>
                <w:szCs w:val="24"/>
              </w:rPr>
              <w:t>Wykład powinien umożliwić studentom tworzenie podejścia wielodziedzinowego i wielostronnego do analizowanych zagadnień oraz wpływać na tworzenie postaw otwartych i tolerancyjnych, ukierunkowanych na dialog międzyreligijny i międzykulturowy.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2F4B4ED8" w14:textId="77777777" w:rsidTr="009936D2">
        <w:tc>
          <w:tcPr>
            <w:tcW w:w="168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613" w:rsidRPr="00B169DF" w14:paraId="5281B8F7" w14:textId="77777777" w:rsidTr="009936D2">
        <w:tc>
          <w:tcPr>
            <w:tcW w:w="1681" w:type="dxa"/>
          </w:tcPr>
          <w:p w14:paraId="771C87A3" w14:textId="6C768924" w:rsidR="008D7613" w:rsidRPr="00710BFA" w:rsidRDefault="00C9269A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EK_1</w:t>
            </w:r>
          </w:p>
        </w:tc>
        <w:tc>
          <w:tcPr>
            <w:tcW w:w="5974" w:type="dxa"/>
          </w:tcPr>
          <w:p w14:paraId="1C8C69E2" w14:textId="32ABE907" w:rsidR="008D7613" w:rsidRPr="00710BFA" w:rsidRDefault="00056F89" w:rsidP="008D7613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710BFA">
              <w:rPr>
                <w:b w:val="0"/>
                <w:bCs/>
                <w:szCs w:val="24"/>
              </w:rPr>
              <w:t>STUDENT ZDOBYWA W</w:t>
            </w:r>
            <w:r w:rsidR="0070647B" w:rsidRPr="00710BFA">
              <w:rPr>
                <w:b w:val="0"/>
                <w:bCs/>
                <w:szCs w:val="24"/>
              </w:rPr>
              <w:t>IEDZ</w:t>
            </w:r>
            <w:r w:rsidRPr="00710BFA">
              <w:rPr>
                <w:b w:val="0"/>
                <w:bCs/>
                <w:szCs w:val="24"/>
              </w:rPr>
              <w:t>Ę</w:t>
            </w:r>
            <w:r w:rsidR="008D7613" w:rsidRPr="00710BFA">
              <w:rPr>
                <w:b w:val="0"/>
                <w:bCs/>
                <w:szCs w:val="24"/>
              </w:rPr>
              <w:t xml:space="preserve"> </w:t>
            </w:r>
            <w:r w:rsidR="0070647B" w:rsidRPr="00710BFA">
              <w:rPr>
                <w:b w:val="0"/>
                <w:bCs/>
                <w:szCs w:val="24"/>
              </w:rPr>
              <w:t>O KOMUNIKACJI MIĘDZYKULKTUROWEJ ORAZ ROZUMIE</w:t>
            </w:r>
            <w:r w:rsidR="0007484F" w:rsidRPr="00710BFA">
              <w:rPr>
                <w:b w:val="0"/>
                <w:bCs/>
                <w:szCs w:val="24"/>
              </w:rPr>
              <w:t xml:space="preserve"> JEJ POWIĄZANIA Z INNYMI NAUKAMI </w:t>
            </w:r>
            <w:r w:rsidR="00B753CC">
              <w:rPr>
                <w:b w:val="0"/>
                <w:bCs/>
                <w:szCs w:val="24"/>
              </w:rPr>
              <w:t>Z ZAKRESU NAUK O RELI</w:t>
            </w:r>
            <w:r w:rsidR="00935C72">
              <w:rPr>
                <w:b w:val="0"/>
                <w:bCs/>
                <w:szCs w:val="24"/>
              </w:rPr>
              <w:t>GIACH</w:t>
            </w:r>
          </w:p>
        </w:tc>
        <w:tc>
          <w:tcPr>
            <w:tcW w:w="1865" w:type="dxa"/>
          </w:tcPr>
          <w:p w14:paraId="51C6CBB5" w14:textId="4501EB9F" w:rsidR="008D7613" w:rsidRPr="00710BFA" w:rsidRDefault="00C9269A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K_W03,</w:t>
            </w:r>
          </w:p>
        </w:tc>
      </w:tr>
      <w:tr w:rsidR="008D7613" w:rsidRPr="00B169DF" w14:paraId="6DA55FA2" w14:textId="77777777" w:rsidTr="009936D2">
        <w:tc>
          <w:tcPr>
            <w:tcW w:w="1681" w:type="dxa"/>
          </w:tcPr>
          <w:p w14:paraId="55A1D03E" w14:textId="1A781FB8" w:rsidR="008D7613" w:rsidRPr="00710BFA" w:rsidRDefault="00C9269A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EK_2</w:t>
            </w:r>
          </w:p>
        </w:tc>
        <w:tc>
          <w:tcPr>
            <w:tcW w:w="5974" w:type="dxa"/>
          </w:tcPr>
          <w:p w14:paraId="3BBEC5AC" w14:textId="125CC4E5" w:rsidR="008D7613" w:rsidRPr="00F03606" w:rsidRDefault="00604C1B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03606">
              <w:rPr>
                <w:rFonts w:ascii="Corbel" w:hAnsi="Corbel"/>
                <w:b w:val="0"/>
                <w:bCs/>
                <w:szCs w:val="24"/>
              </w:rPr>
              <w:t xml:space="preserve">STUDEN </w:t>
            </w:r>
            <w:r w:rsidR="008A348D" w:rsidRPr="00F03606">
              <w:rPr>
                <w:rFonts w:ascii="Corbel" w:hAnsi="Corbel"/>
                <w:b w:val="0"/>
                <w:bCs/>
                <w:szCs w:val="24"/>
              </w:rPr>
              <w:t>ZDOBYWA WIEDZĘ O ZŁOŻONEJ NATURZE JĘZYKA</w:t>
            </w:r>
            <w:r w:rsidR="00F03606" w:rsidRPr="00F03606">
              <w:rPr>
                <w:rFonts w:ascii="Corbel" w:hAnsi="Corbel"/>
                <w:b w:val="0"/>
                <w:bCs/>
                <w:szCs w:val="24"/>
              </w:rPr>
              <w:t xml:space="preserve">, JEGO KULTUROWO-HISTORYCZNYCH DETERMINANTACH </w:t>
            </w:r>
            <w:r w:rsidR="00935C72">
              <w:rPr>
                <w:rFonts w:ascii="Corbel" w:hAnsi="Corbel"/>
                <w:b w:val="0"/>
                <w:bCs/>
                <w:szCs w:val="24"/>
              </w:rPr>
              <w:t>ZNA ICH ZNACZ</w:t>
            </w:r>
            <w:r w:rsidR="00727590">
              <w:rPr>
                <w:rFonts w:ascii="Corbel" w:hAnsi="Corbel"/>
                <w:b w:val="0"/>
                <w:bCs/>
                <w:szCs w:val="24"/>
              </w:rPr>
              <w:t>ENIE DLA RÓZNIC MIEDZY RELIGIAMI</w:t>
            </w:r>
          </w:p>
        </w:tc>
        <w:tc>
          <w:tcPr>
            <w:tcW w:w="1865" w:type="dxa"/>
          </w:tcPr>
          <w:p w14:paraId="20B22796" w14:textId="658D422E" w:rsidR="008D7613" w:rsidRPr="00710BFA" w:rsidRDefault="00C9269A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K_w08,</w:t>
            </w:r>
          </w:p>
        </w:tc>
      </w:tr>
      <w:tr w:rsidR="008D7613" w:rsidRPr="00B169DF" w14:paraId="4251E2C5" w14:textId="77777777" w:rsidTr="009936D2">
        <w:tc>
          <w:tcPr>
            <w:tcW w:w="1681" w:type="dxa"/>
          </w:tcPr>
          <w:p w14:paraId="7C52C841" w14:textId="0D659037" w:rsidR="008D7613" w:rsidRPr="00710BFA" w:rsidRDefault="00C9269A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EK_3</w:t>
            </w:r>
          </w:p>
        </w:tc>
        <w:tc>
          <w:tcPr>
            <w:tcW w:w="5974" w:type="dxa"/>
          </w:tcPr>
          <w:p w14:paraId="0ED94FF1" w14:textId="78BECD6F" w:rsidR="008D7613" w:rsidRPr="00296C4F" w:rsidRDefault="0027245B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96C4F">
              <w:rPr>
                <w:rFonts w:ascii="Corbel" w:hAnsi="Corbel"/>
                <w:b w:val="0"/>
                <w:bCs/>
                <w:szCs w:val="24"/>
              </w:rPr>
              <w:t xml:space="preserve">ROZUMIE </w:t>
            </w:r>
            <w:r w:rsidR="00BF2103" w:rsidRPr="00296C4F">
              <w:rPr>
                <w:rFonts w:ascii="Corbel" w:hAnsi="Corbel"/>
                <w:b w:val="0"/>
                <w:bCs/>
                <w:szCs w:val="24"/>
              </w:rPr>
              <w:t xml:space="preserve">ZASADY FUNKCJONOWANIA INSTYTUCJI KULTURY ORAZ ROZUMIE </w:t>
            </w:r>
            <w:r w:rsidR="00296C4F" w:rsidRPr="00296C4F">
              <w:rPr>
                <w:rFonts w:ascii="Corbel" w:hAnsi="Corbel"/>
                <w:b w:val="0"/>
                <w:bCs/>
                <w:szCs w:val="24"/>
              </w:rPr>
              <w:t xml:space="preserve">WSPÓŁCZESNE </w:t>
            </w:r>
            <w:r w:rsidR="006E5542" w:rsidRPr="00296C4F">
              <w:rPr>
                <w:rFonts w:ascii="Corbel" w:hAnsi="Corbel"/>
                <w:b w:val="0"/>
                <w:bCs/>
                <w:szCs w:val="24"/>
              </w:rPr>
              <w:t xml:space="preserve">PRYNCYPIA </w:t>
            </w:r>
            <w:r w:rsidR="00296C4F" w:rsidRPr="00296C4F">
              <w:rPr>
                <w:rFonts w:ascii="Corbel" w:hAnsi="Corbel"/>
                <w:b w:val="0"/>
                <w:bCs/>
                <w:szCs w:val="24"/>
              </w:rPr>
              <w:t xml:space="preserve">życia KULTURALNEGO </w:t>
            </w:r>
            <w:r w:rsidR="00210C0A">
              <w:rPr>
                <w:rFonts w:ascii="Corbel" w:hAnsi="Corbel"/>
                <w:b w:val="0"/>
                <w:bCs/>
                <w:szCs w:val="24"/>
              </w:rPr>
              <w:t>ORAZ WPŁYWU RELIGII UNIWERSALISTYCZNYCH NA ICH FUNKCJONOWANIE</w:t>
            </w:r>
          </w:p>
        </w:tc>
        <w:tc>
          <w:tcPr>
            <w:tcW w:w="1865" w:type="dxa"/>
          </w:tcPr>
          <w:p w14:paraId="41DC7A70" w14:textId="7052F648" w:rsidR="008D7613" w:rsidRPr="00710BFA" w:rsidRDefault="00C9269A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K_W09,</w:t>
            </w:r>
          </w:p>
        </w:tc>
      </w:tr>
      <w:tr w:rsidR="008D7613" w:rsidRPr="00B169DF" w14:paraId="061CB8F9" w14:textId="77777777" w:rsidTr="009936D2">
        <w:tc>
          <w:tcPr>
            <w:tcW w:w="1681" w:type="dxa"/>
          </w:tcPr>
          <w:p w14:paraId="48AC7B10" w14:textId="0C5A5491" w:rsidR="008D7613" w:rsidRPr="00710BFA" w:rsidRDefault="00C9269A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EK_4</w:t>
            </w:r>
          </w:p>
        </w:tc>
        <w:tc>
          <w:tcPr>
            <w:tcW w:w="5974" w:type="dxa"/>
          </w:tcPr>
          <w:p w14:paraId="1BF9F6E5" w14:textId="10663C0C" w:rsidR="008D7613" w:rsidRPr="00893C6D" w:rsidRDefault="00296C4F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93C6D">
              <w:rPr>
                <w:rFonts w:ascii="Corbel" w:hAnsi="Corbel"/>
                <w:b w:val="0"/>
                <w:bCs/>
                <w:szCs w:val="24"/>
              </w:rPr>
              <w:t>POZNAJE</w:t>
            </w:r>
            <w:r w:rsidR="007B2699" w:rsidRPr="00893C6D">
              <w:rPr>
                <w:rFonts w:ascii="Corbel" w:hAnsi="Corbel"/>
                <w:b w:val="0"/>
                <w:bCs/>
                <w:szCs w:val="24"/>
              </w:rPr>
              <w:t xml:space="preserve"> NORMY I REGUŁY</w:t>
            </w:r>
            <w:r w:rsidR="00F34E53" w:rsidRPr="00893C6D">
              <w:rPr>
                <w:rFonts w:ascii="Corbel" w:hAnsi="Corbel"/>
                <w:b w:val="0"/>
                <w:bCs/>
                <w:szCs w:val="24"/>
              </w:rPr>
              <w:t xml:space="preserve"> WARUNKUJĄCE FUNKCJONOWANIE INSTYTUCJI SPOŁECZNYCH </w:t>
            </w:r>
            <w:r w:rsidR="00210C0A">
              <w:rPr>
                <w:rFonts w:ascii="Corbel" w:hAnsi="Corbel"/>
                <w:b w:val="0"/>
                <w:bCs/>
                <w:szCs w:val="24"/>
              </w:rPr>
              <w:t>ORAZ RELIGII UNIWERSALISTYCZNYCH</w:t>
            </w:r>
          </w:p>
        </w:tc>
        <w:tc>
          <w:tcPr>
            <w:tcW w:w="1865" w:type="dxa"/>
          </w:tcPr>
          <w:p w14:paraId="5F81801D" w14:textId="47B25FA8" w:rsidR="008D7613" w:rsidRPr="00710BFA" w:rsidRDefault="00C9269A" w:rsidP="008D76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K_w1</w:t>
            </w:r>
            <w:r w:rsidR="00A1097D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0</w:t>
            </w: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,</w:t>
            </w:r>
          </w:p>
        </w:tc>
      </w:tr>
      <w:tr w:rsidR="000F3A1F" w:rsidRPr="00B169DF" w14:paraId="040AD721" w14:textId="77777777" w:rsidTr="009936D2">
        <w:tc>
          <w:tcPr>
            <w:tcW w:w="1681" w:type="dxa"/>
          </w:tcPr>
          <w:p w14:paraId="7073484E" w14:textId="77777777" w:rsidR="000F3A1F" w:rsidRPr="00710BFA" w:rsidRDefault="000F3A1F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74" w:type="dxa"/>
          </w:tcPr>
          <w:p w14:paraId="11A9BE64" w14:textId="23820ADE" w:rsidR="000F3A1F" w:rsidRPr="00893C6D" w:rsidRDefault="000F3A1F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04092">
              <w:rPr>
                <w:rFonts w:ascii="Corbel" w:hAnsi="Corbel"/>
                <w:szCs w:val="24"/>
              </w:rPr>
              <w:t>Umiejętności: absolwent potrafi</w:t>
            </w:r>
          </w:p>
        </w:tc>
        <w:tc>
          <w:tcPr>
            <w:tcW w:w="1865" w:type="dxa"/>
          </w:tcPr>
          <w:p w14:paraId="37F9C517" w14:textId="77777777" w:rsidR="000F3A1F" w:rsidRPr="00EF5A45" w:rsidRDefault="000F3A1F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0F3A1F" w:rsidRPr="00B169DF" w14:paraId="0C73DCED" w14:textId="77777777" w:rsidTr="009936D2">
        <w:tc>
          <w:tcPr>
            <w:tcW w:w="1681" w:type="dxa"/>
          </w:tcPr>
          <w:p w14:paraId="10709B9C" w14:textId="006AF634" w:rsidR="000F3A1F" w:rsidRPr="00710BFA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EK_5</w:t>
            </w:r>
          </w:p>
        </w:tc>
        <w:tc>
          <w:tcPr>
            <w:tcW w:w="5974" w:type="dxa"/>
          </w:tcPr>
          <w:p w14:paraId="4B0E74CB" w14:textId="5A075A26" w:rsidR="000F3A1F" w:rsidRPr="00B5041C" w:rsidRDefault="00EF5A45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proofErr w:type="spellStart"/>
            <w:r w:rsidRPr="00B5041C">
              <w:rPr>
                <w:rFonts w:ascii="Corbel" w:hAnsi="Corbel"/>
                <w:b w:val="0"/>
                <w:bCs/>
                <w:szCs w:val="24"/>
              </w:rPr>
              <w:t>sTUDENT</w:t>
            </w:r>
            <w:proofErr w:type="spellEnd"/>
            <w:r w:rsidRPr="00B5041C">
              <w:rPr>
                <w:rFonts w:ascii="Corbel" w:hAnsi="Corbel"/>
                <w:b w:val="0"/>
                <w:bCs/>
                <w:szCs w:val="24"/>
              </w:rPr>
              <w:t xml:space="preserve"> MA UMIEJĘTNOŚĆ</w:t>
            </w:r>
            <w:r w:rsidR="00D02838" w:rsidRPr="00B5041C">
              <w:rPr>
                <w:rFonts w:ascii="Corbel" w:hAnsi="Corbel"/>
                <w:b w:val="0"/>
                <w:bCs/>
                <w:szCs w:val="24"/>
              </w:rPr>
              <w:t xml:space="preserve"> INTERPRETACJI PROCESÓW</w:t>
            </w:r>
            <w:r w:rsidR="00C40761" w:rsidRPr="00B5041C">
              <w:rPr>
                <w:rFonts w:ascii="Corbel" w:hAnsi="Corbel"/>
                <w:b w:val="0"/>
                <w:bCs/>
                <w:szCs w:val="24"/>
              </w:rPr>
              <w:t xml:space="preserve"> SPOŁECZNO-KULTUROWYCH W KONTEKŚCIE </w:t>
            </w:r>
            <w:r w:rsidR="00210C0A">
              <w:rPr>
                <w:rFonts w:ascii="Corbel" w:hAnsi="Corbel"/>
                <w:b w:val="0"/>
                <w:bCs/>
                <w:szCs w:val="24"/>
              </w:rPr>
              <w:t>ICH ODNIESIENIA DO REWLIGII UNIWERSALISTYCZNYCH</w:t>
            </w:r>
          </w:p>
        </w:tc>
        <w:tc>
          <w:tcPr>
            <w:tcW w:w="1865" w:type="dxa"/>
          </w:tcPr>
          <w:p w14:paraId="04A36C06" w14:textId="78EF833B" w:rsidR="000F3A1F" w:rsidRPr="00EF5A45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K_U0</w:t>
            </w:r>
            <w:r w:rsidR="00A1097D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3</w:t>
            </w: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,</w:t>
            </w:r>
          </w:p>
        </w:tc>
      </w:tr>
      <w:tr w:rsidR="000F3A1F" w:rsidRPr="00B169DF" w14:paraId="4B5011BA" w14:textId="77777777" w:rsidTr="009936D2">
        <w:tc>
          <w:tcPr>
            <w:tcW w:w="1681" w:type="dxa"/>
          </w:tcPr>
          <w:p w14:paraId="31CDEFA6" w14:textId="2273CCDC" w:rsidR="000F3A1F" w:rsidRPr="00710BFA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EK_6</w:t>
            </w:r>
          </w:p>
        </w:tc>
        <w:tc>
          <w:tcPr>
            <w:tcW w:w="5974" w:type="dxa"/>
          </w:tcPr>
          <w:p w14:paraId="446F7B76" w14:textId="2183666F" w:rsidR="000F3A1F" w:rsidRPr="00B5041C" w:rsidRDefault="00C40761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proofErr w:type="spellStart"/>
            <w:r w:rsidRPr="00B5041C">
              <w:rPr>
                <w:rFonts w:ascii="Corbel" w:hAnsi="Corbel"/>
                <w:b w:val="0"/>
                <w:bCs/>
                <w:szCs w:val="24"/>
              </w:rPr>
              <w:t>sTUDENT</w:t>
            </w:r>
            <w:proofErr w:type="spellEnd"/>
            <w:r w:rsidRPr="00B5041C">
              <w:rPr>
                <w:rFonts w:ascii="Corbel" w:hAnsi="Corbel"/>
                <w:b w:val="0"/>
                <w:bCs/>
                <w:szCs w:val="24"/>
              </w:rPr>
              <w:t xml:space="preserve"> POTRAFII </w:t>
            </w:r>
            <w:r w:rsidR="00C209FB" w:rsidRPr="00B5041C">
              <w:rPr>
                <w:rFonts w:ascii="Corbel" w:hAnsi="Corbel"/>
                <w:b w:val="0"/>
                <w:bCs/>
                <w:szCs w:val="24"/>
              </w:rPr>
              <w:t xml:space="preserve">ADEKWATNIE DOBRAĆ ORAZ ZASTOPSOWAĆ </w:t>
            </w:r>
            <w:r w:rsidR="000047FF" w:rsidRPr="00B5041C">
              <w:rPr>
                <w:rFonts w:ascii="Corbel" w:hAnsi="Corbel"/>
                <w:b w:val="0"/>
                <w:bCs/>
                <w:szCs w:val="24"/>
              </w:rPr>
              <w:t>METODĘ</w:t>
            </w:r>
            <w:r w:rsidR="00DF4844" w:rsidRPr="00B5041C">
              <w:rPr>
                <w:rFonts w:ascii="Corbel" w:hAnsi="Corbel"/>
                <w:b w:val="0"/>
                <w:bCs/>
                <w:szCs w:val="24"/>
              </w:rPr>
              <w:t xml:space="preserve"> ORAZ NARZĘDZIA DO ANALIZY I BADANIA</w:t>
            </w:r>
            <w:r w:rsidR="00210C0A">
              <w:rPr>
                <w:rFonts w:ascii="Corbel" w:hAnsi="Corbel"/>
                <w:b w:val="0"/>
                <w:bCs/>
                <w:szCs w:val="24"/>
              </w:rPr>
              <w:t xml:space="preserve"> RELIGII UNIWERSALISTYCZNYCH W RAMACH</w:t>
            </w:r>
            <w:r w:rsidR="00DF4844" w:rsidRPr="00B5041C">
              <w:rPr>
                <w:rFonts w:ascii="Corbel" w:hAnsi="Corbel"/>
                <w:b w:val="0"/>
                <w:bCs/>
                <w:szCs w:val="24"/>
              </w:rPr>
              <w:t xml:space="preserve"> PROCESU</w:t>
            </w:r>
            <w:r w:rsidR="000A6D67" w:rsidRPr="00B5041C">
              <w:rPr>
                <w:rFonts w:ascii="Corbel" w:hAnsi="Corbel"/>
                <w:b w:val="0"/>
                <w:bCs/>
                <w:szCs w:val="24"/>
              </w:rPr>
              <w:t xml:space="preserve"> SPOŁECZNO-KULTUROWEGO </w:t>
            </w:r>
          </w:p>
        </w:tc>
        <w:tc>
          <w:tcPr>
            <w:tcW w:w="1865" w:type="dxa"/>
          </w:tcPr>
          <w:p w14:paraId="03E034A3" w14:textId="365B6299" w:rsidR="000F3A1F" w:rsidRPr="00EF5A45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K_U0</w:t>
            </w:r>
            <w:r w:rsidR="00A1097D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4</w:t>
            </w: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,</w:t>
            </w:r>
          </w:p>
        </w:tc>
      </w:tr>
      <w:tr w:rsidR="000F3A1F" w:rsidRPr="00B169DF" w14:paraId="75B357F3" w14:textId="77777777" w:rsidTr="009936D2">
        <w:tc>
          <w:tcPr>
            <w:tcW w:w="1681" w:type="dxa"/>
          </w:tcPr>
          <w:p w14:paraId="567DBC8E" w14:textId="02936CB2" w:rsidR="000F3A1F" w:rsidRPr="00710BFA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lastRenderedPageBreak/>
              <w:t>EK_7</w:t>
            </w:r>
          </w:p>
        </w:tc>
        <w:tc>
          <w:tcPr>
            <w:tcW w:w="5974" w:type="dxa"/>
          </w:tcPr>
          <w:p w14:paraId="30B78255" w14:textId="41CF309D" w:rsidR="000F3A1F" w:rsidRPr="00B5041C" w:rsidRDefault="000A6D67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B5041C">
              <w:rPr>
                <w:rFonts w:ascii="Corbel" w:hAnsi="Corbel"/>
                <w:b w:val="0"/>
                <w:bCs/>
                <w:szCs w:val="24"/>
              </w:rPr>
              <w:t xml:space="preserve">MA UMIEJĘTNOŚĆ </w:t>
            </w:r>
            <w:r w:rsidR="005329C5" w:rsidRPr="00B5041C">
              <w:rPr>
                <w:rFonts w:ascii="Corbel" w:hAnsi="Corbel"/>
                <w:b w:val="0"/>
                <w:bCs/>
                <w:szCs w:val="24"/>
              </w:rPr>
              <w:t xml:space="preserve">PRZEDSTAWIENIA PROBLEMÓW </w:t>
            </w:r>
            <w:r w:rsidR="00210C0A">
              <w:rPr>
                <w:rFonts w:ascii="Corbel" w:hAnsi="Corbel"/>
                <w:b w:val="0"/>
                <w:bCs/>
                <w:szCs w:val="24"/>
              </w:rPr>
              <w:t xml:space="preserve">RÓŻNYCH RELIGII UNIWERSALISTYCZNYCH </w:t>
            </w:r>
            <w:r w:rsidR="00B14E9B" w:rsidRPr="00B5041C">
              <w:rPr>
                <w:rFonts w:ascii="Corbel" w:hAnsi="Corbel"/>
                <w:b w:val="0"/>
                <w:bCs/>
                <w:szCs w:val="24"/>
              </w:rPr>
              <w:t>ORAZ</w:t>
            </w:r>
            <w:r w:rsidR="005329C5" w:rsidRPr="00B5041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="00B14E9B" w:rsidRPr="00B5041C">
              <w:rPr>
                <w:rFonts w:ascii="Corbel" w:hAnsi="Corbel"/>
                <w:b w:val="0"/>
                <w:bCs/>
                <w:szCs w:val="24"/>
              </w:rPr>
              <w:t xml:space="preserve">ICH </w:t>
            </w:r>
            <w:r w:rsidR="005329C5" w:rsidRPr="00B5041C">
              <w:rPr>
                <w:rFonts w:ascii="Corbel" w:hAnsi="Corbel"/>
                <w:b w:val="0"/>
                <w:bCs/>
                <w:szCs w:val="24"/>
              </w:rPr>
              <w:t>UZASADNIENIA</w:t>
            </w:r>
            <w:r w:rsidR="00B14E9B" w:rsidRPr="00B5041C">
              <w:rPr>
                <w:rFonts w:ascii="Corbel" w:hAnsi="Corbel"/>
                <w:b w:val="0"/>
                <w:bCs/>
                <w:szCs w:val="24"/>
              </w:rPr>
              <w:t xml:space="preserve"> W </w:t>
            </w:r>
            <w:r w:rsidR="00614137" w:rsidRPr="00B5041C">
              <w:rPr>
                <w:rFonts w:ascii="Corbel" w:hAnsi="Corbel"/>
                <w:b w:val="0"/>
                <w:bCs/>
                <w:szCs w:val="24"/>
              </w:rPr>
              <w:t xml:space="preserve">DYSKUSJI </w:t>
            </w:r>
            <w:r w:rsidR="005329C5" w:rsidRPr="00B5041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B0FBC31" w14:textId="0944A379" w:rsidR="000F3A1F" w:rsidRPr="00EF5A45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K_U0</w:t>
            </w:r>
            <w:r w:rsidR="00A1097D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7</w:t>
            </w: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,</w:t>
            </w:r>
          </w:p>
        </w:tc>
      </w:tr>
      <w:tr w:rsidR="000F3A1F" w:rsidRPr="00B169DF" w14:paraId="4EA96DD0" w14:textId="77777777" w:rsidTr="009936D2">
        <w:tc>
          <w:tcPr>
            <w:tcW w:w="1681" w:type="dxa"/>
          </w:tcPr>
          <w:p w14:paraId="3E2CFCBF" w14:textId="6CBD9086" w:rsidR="000F3A1F" w:rsidRPr="00710BFA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EK_8</w:t>
            </w:r>
          </w:p>
        </w:tc>
        <w:tc>
          <w:tcPr>
            <w:tcW w:w="5974" w:type="dxa"/>
          </w:tcPr>
          <w:p w14:paraId="5EE8F9FC" w14:textId="7CED6D21" w:rsidR="000F3A1F" w:rsidRPr="00B5041C" w:rsidRDefault="00614137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B5041C">
              <w:rPr>
                <w:rFonts w:ascii="Corbel" w:hAnsi="Corbel"/>
                <w:b w:val="0"/>
                <w:bCs/>
                <w:szCs w:val="24"/>
              </w:rPr>
              <w:t>CZYTA I ROIZUMIE TEKSTY</w:t>
            </w:r>
            <w:r w:rsidR="00484C13" w:rsidRPr="00B5041C">
              <w:rPr>
                <w:rFonts w:ascii="Corbel" w:hAnsi="Corbel"/>
                <w:b w:val="0"/>
                <w:bCs/>
                <w:szCs w:val="24"/>
              </w:rPr>
              <w:t xml:space="preserve"> FACHOWE</w:t>
            </w:r>
            <w:r w:rsidR="00210C0A">
              <w:rPr>
                <w:rFonts w:ascii="Corbel" w:hAnsi="Corbel"/>
                <w:b w:val="0"/>
                <w:bCs/>
                <w:szCs w:val="24"/>
              </w:rPr>
              <w:t xml:space="preserve"> Z ZAKRESU RELIGIZNASTWA, FILOZOFII RELIGII, SOCJOLOGII RELEIGII I INNYCH DOTYCZACYCH RELIGII UNIOWERSALISTYCZNYCH</w:t>
            </w:r>
            <w:r w:rsidR="00484C13" w:rsidRPr="00B5041C">
              <w:rPr>
                <w:rFonts w:ascii="Corbel" w:hAnsi="Corbel"/>
                <w:b w:val="0"/>
                <w:bCs/>
                <w:szCs w:val="24"/>
              </w:rPr>
              <w:t xml:space="preserve"> W WYBRANYCH JĘZYKACH OBCYCH</w:t>
            </w:r>
          </w:p>
        </w:tc>
        <w:tc>
          <w:tcPr>
            <w:tcW w:w="1865" w:type="dxa"/>
          </w:tcPr>
          <w:p w14:paraId="2ACB2725" w14:textId="0E028938" w:rsidR="000F3A1F" w:rsidRPr="00EF5A45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K_U</w:t>
            </w:r>
            <w:r w:rsidR="00A1097D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08</w:t>
            </w: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,</w:t>
            </w:r>
          </w:p>
        </w:tc>
      </w:tr>
      <w:tr w:rsidR="000F3A1F" w:rsidRPr="00B169DF" w14:paraId="6D3482C2" w14:textId="77777777" w:rsidTr="009936D2">
        <w:tc>
          <w:tcPr>
            <w:tcW w:w="1681" w:type="dxa"/>
          </w:tcPr>
          <w:p w14:paraId="15CD13BE" w14:textId="77777777" w:rsidR="000F3A1F" w:rsidRPr="00710BFA" w:rsidRDefault="000F3A1F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74" w:type="dxa"/>
          </w:tcPr>
          <w:p w14:paraId="777B2EB2" w14:textId="16D007CD" w:rsidR="000F3A1F" w:rsidRPr="00B5041C" w:rsidRDefault="000F3A1F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B5041C">
              <w:rPr>
                <w:rFonts w:ascii="Corbel" w:hAnsi="Corbel"/>
                <w:b w:val="0"/>
                <w:bCs/>
                <w:szCs w:val="24"/>
              </w:rPr>
              <w:t>Kompetencje społeczne: absolwent jest gotów do</w:t>
            </w:r>
          </w:p>
        </w:tc>
        <w:tc>
          <w:tcPr>
            <w:tcW w:w="1865" w:type="dxa"/>
          </w:tcPr>
          <w:p w14:paraId="4BBB583A" w14:textId="77777777" w:rsidR="000F3A1F" w:rsidRPr="00EF5A45" w:rsidRDefault="000F3A1F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0F3A1F" w:rsidRPr="00B169DF" w14:paraId="330577AD" w14:textId="77777777" w:rsidTr="009936D2">
        <w:tc>
          <w:tcPr>
            <w:tcW w:w="1681" w:type="dxa"/>
          </w:tcPr>
          <w:p w14:paraId="053D3F30" w14:textId="3F5E56CC" w:rsidR="000F3A1F" w:rsidRPr="00710BFA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EK_9</w:t>
            </w:r>
          </w:p>
        </w:tc>
        <w:tc>
          <w:tcPr>
            <w:tcW w:w="5974" w:type="dxa"/>
          </w:tcPr>
          <w:p w14:paraId="19ADBCE7" w14:textId="7BCCF134" w:rsidR="000F3A1F" w:rsidRPr="00B5041C" w:rsidRDefault="00B5041C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B5041C">
              <w:rPr>
                <w:b w:val="0"/>
                <w:bCs/>
                <w:szCs w:val="24"/>
              </w:rPr>
              <w:t>absolwent</w:t>
            </w:r>
            <w:r w:rsidR="00484C13" w:rsidRPr="00B5041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="00484C13" w:rsidRPr="00B5041C">
              <w:rPr>
                <w:b w:val="0"/>
                <w:bCs/>
                <w:szCs w:val="24"/>
              </w:rPr>
              <w:t>POTRAFI SAMODZIELNIE</w:t>
            </w:r>
            <w:r w:rsidR="005F3084" w:rsidRPr="00B5041C">
              <w:rPr>
                <w:b w:val="0"/>
                <w:bCs/>
                <w:szCs w:val="24"/>
              </w:rPr>
              <w:t xml:space="preserve"> INICJOWAĆ DZIAŁANIA I AKTYWNOŚĆ W PRZESTRZENI SPOŁECZNO-KULTUROWEJ</w:t>
            </w:r>
            <w:r w:rsidR="005F3084" w:rsidRPr="00B5041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="00210C0A">
              <w:rPr>
                <w:rFonts w:ascii="Corbel" w:hAnsi="Corbel"/>
                <w:b w:val="0"/>
                <w:bCs/>
                <w:szCs w:val="24"/>
              </w:rPr>
              <w:t>W KONTEKSCIE RÓZNORODNOŚCI I WIELOŚCI RELIGII</w:t>
            </w:r>
          </w:p>
        </w:tc>
        <w:tc>
          <w:tcPr>
            <w:tcW w:w="1865" w:type="dxa"/>
          </w:tcPr>
          <w:p w14:paraId="3934A0B1" w14:textId="4805E0C6" w:rsidR="000F3A1F" w:rsidRPr="00EF5A45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K_K04</w:t>
            </w:r>
          </w:p>
        </w:tc>
      </w:tr>
      <w:tr w:rsidR="000F3A1F" w:rsidRPr="00B169DF" w14:paraId="4C904BFB" w14:textId="77777777" w:rsidTr="009936D2">
        <w:tc>
          <w:tcPr>
            <w:tcW w:w="1681" w:type="dxa"/>
          </w:tcPr>
          <w:p w14:paraId="07E15765" w14:textId="2134B318" w:rsidR="000F3A1F" w:rsidRPr="00710BFA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EK_10</w:t>
            </w:r>
          </w:p>
        </w:tc>
        <w:tc>
          <w:tcPr>
            <w:tcW w:w="5974" w:type="dxa"/>
          </w:tcPr>
          <w:p w14:paraId="6AE27E0D" w14:textId="05505822" w:rsidR="000F3A1F" w:rsidRPr="00A85DB5" w:rsidRDefault="00585310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85DB5">
              <w:rPr>
                <w:rFonts w:ascii="Corbel" w:hAnsi="Corbel"/>
                <w:b w:val="0"/>
                <w:bCs/>
                <w:szCs w:val="24"/>
              </w:rPr>
              <w:t>ROZRÓŻNI</w:t>
            </w:r>
            <w:r w:rsidR="009C54B7" w:rsidRPr="00A85DB5">
              <w:rPr>
                <w:rFonts w:ascii="Corbel" w:hAnsi="Corbel"/>
                <w:b w:val="0"/>
                <w:bCs/>
                <w:szCs w:val="24"/>
              </w:rPr>
              <w:t>A</w:t>
            </w:r>
            <w:r w:rsidRPr="00A85DB5">
              <w:rPr>
                <w:rFonts w:ascii="Corbel" w:hAnsi="Corbel"/>
                <w:b w:val="0"/>
                <w:bCs/>
                <w:szCs w:val="24"/>
              </w:rPr>
              <w:t xml:space="preserve"> RÓZNORODNOŚĆ ZJAWISK</w:t>
            </w:r>
            <w:r w:rsidR="009C54B7" w:rsidRPr="00A85DB5">
              <w:rPr>
                <w:rFonts w:ascii="Corbel" w:hAnsi="Corbel"/>
                <w:b w:val="0"/>
                <w:bCs/>
                <w:szCs w:val="24"/>
              </w:rPr>
              <w:t xml:space="preserve"> SPOŁECZNO-KULTUROWYCH</w:t>
            </w:r>
            <w:r w:rsidR="00210C0A">
              <w:rPr>
                <w:rFonts w:ascii="Corbel" w:hAnsi="Corbel"/>
                <w:b w:val="0"/>
                <w:bCs/>
                <w:szCs w:val="24"/>
              </w:rPr>
              <w:t xml:space="preserve"> (RELIGIJNYCH)</w:t>
            </w:r>
            <w:r w:rsidR="009C54B7" w:rsidRPr="00A85DB5">
              <w:rPr>
                <w:rFonts w:ascii="Corbel" w:hAnsi="Corbel"/>
                <w:b w:val="0"/>
                <w:bCs/>
                <w:szCs w:val="24"/>
              </w:rPr>
              <w:t xml:space="preserve"> ORAZ </w:t>
            </w:r>
            <w:r w:rsidR="00B32749" w:rsidRPr="00A85DB5">
              <w:rPr>
                <w:rFonts w:ascii="Corbel" w:hAnsi="Corbel"/>
                <w:b w:val="0"/>
                <w:bCs/>
                <w:szCs w:val="24"/>
              </w:rPr>
              <w:t xml:space="preserve">ROZUMIE ICH WPŁYW NA KOMUNIKACJĘ MIĘDZYKULTUROWĄ </w:t>
            </w:r>
          </w:p>
        </w:tc>
        <w:tc>
          <w:tcPr>
            <w:tcW w:w="1865" w:type="dxa"/>
          </w:tcPr>
          <w:p w14:paraId="0E0ABA0D" w14:textId="75D5C330" w:rsidR="000F3A1F" w:rsidRPr="00EF5A45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K_K05,</w:t>
            </w:r>
          </w:p>
        </w:tc>
      </w:tr>
      <w:tr w:rsidR="000F3A1F" w:rsidRPr="00B169DF" w14:paraId="4FC6DA5D" w14:textId="77777777" w:rsidTr="009936D2">
        <w:tc>
          <w:tcPr>
            <w:tcW w:w="1681" w:type="dxa"/>
          </w:tcPr>
          <w:p w14:paraId="666CCEBF" w14:textId="7DC7512B" w:rsidR="000F3A1F" w:rsidRPr="00710BFA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EK_11</w:t>
            </w:r>
          </w:p>
        </w:tc>
        <w:tc>
          <w:tcPr>
            <w:tcW w:w="5974" w:type="dxa"/>
          </w:tcPr>
          <w:p w14:paraId="77446F84" w14:textId="6D288468" w:rsidR="000F3A1F" w:rsidRPr="00A85DB5" w:rsidRDefault="00B32749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85DB5">
              <w:rPr>
                <w:rFonts w:ascii="Corbel" w:hAnsi="Corbel"/>
                <w:b w:val="0"/>
                <w:bCs/>
                <w:szCs w:val="24"/>
              </w:rPr>
              <w:t>POSIADA ŚWIADOMOŚĆ ZNACZENIA</w:t>
            </w:r>
            <w:r w:rsidR="00A85DB5" w:rsidRPr="00A85DB5">
              <w:rPr>
                <w:rFonts w:ascii="Corbel" w:hAnsi="Corbel"/>
                <w:b w:val="0"/>
                <w:bCs/>
                <w:szCs w:val="24"/>
              </w:rPr>
              <w:t xml:space="preserve"> I ODPOWIEDZIALNOŚCI ZA ZACHOWWANIE I DBAŁOŚĆ O DZIEDZICTWO KULTUROWE </w:t>
            </w:r>
            <w:r w:rsidR="00210C0A">
              <w:rPr>
                <w:rFonts w:ascii="Corbel" w:hAnsi="Corbel"/>
                <w:b w:val="0"/>
                <w:bCs/>
                <w:szCs w:val="24"/>
              </w:rPr>
              <w:t>W TYM ZNACZENIE RELIGII NA TEN PROCES</w:t>
            </w:r>
          </w:p>
        </w:tc>
        <w:tc>
          <w:tcPr>
            <w:tcW w:w="1865" w:type="dxa"/>
          </w:tcPr>
          <w:p w14:paraId="17771E01" w14:textId="2EA171B1" w:rsidR="000F3A1F" w:rsidRPr="00EF5A45" w:rsidRDefault="00C9269A" w:rsidP="000F3A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10BFA">
              <w:rPr>
                <w:rFonts w:ascii="Corbel" w:hAnsi="Corbel"/>
                <w:b w:val="0"/>
                <w:bCs/>
                <w:color w:val="000000" w:themeColor="text1"/>
                <w:sz w:val="20"/>
                <w:szCs w:val="20"/>
              </w:rPr>
              <w:t>K_K06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5567FC13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320E94">
        <w:rPr>
          <w:rFonts w:ascii="Corbel" w:hAnsi="Corbel"/>
          <w:sz w:val="24"/>
          <w:szCs w:val="24"/>
        </w:rPr>
        <w:t>konwer</w:t>
      </w:r>
      <w:r w:rsidR="008A6DA8">
        <w:rPr>
          <w:rFonts w:ascii="Corbel" w:hAnsi="Corbel"/>
          <w:sz w:val="24"/>
          <w:szCs w:val="24"/>
        </w:rPr>
        <w:t>satoryjnego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027265">
        <w:tc>
          <w:tcPr>
            <w:tcW w:w="9520" w:type="dxa"/>
          </w:tcPr>
          <w:p w14:paraId="66E4894E" w14:textId="303214D3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  <w:r w:rsidR="00A116A8">
              <w:rPr>
                <w:rFonts w:ascii="Corbel" w:hAnsi="Corbel"/>
                <w:sz w:val="24"/>
                <w:szCs w:val="24"/>
              </w:rPr>
              <w:t xml:space="preserve"> ćwiczeń</w:t>
            </w:r>
          </w:p>
        </w:tc>
      </w:tr>
      <w:tr w:rsidR="00027265" w:rsidRPr="00B169DF" w14:paraId="1E6E57A6" w14:textId="77777777" w:rsidTr="00027265">
        <w:trPr>
          <w:trHeight w:val="146"/>
        </w:trPr>
        <w:tc>
          <w:tcPr>
            <w:tcW w:w="9520" w:type="dxa"/>
          </w:tcPr>
          <w:p w14:paraId="56A8A27C" w14:textId="212388D8" w:rsidR="00027265" w:rsidRPr="00B169DF" w:rsidRDefault="00027265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Filozofia religii o znaczeniu, treści i funkcji religii w kulturze 2h;</w:t>
            </w:r>
          </w:p>
        </w:tc>
      </w:tr>
      <w:tr w:rsidR="00027265" w:rsidRPr="00B169DF" w14:paraId="52C7DA90" w14:textId="77777777" w:rsidTr="00027265">
        <w:tc>
          <w:tcPr>
            <w:tcW w:w="9520" w:type="dxa"/>
          </w:tcPr>
          <w:p w14:paraId="0A2544AA" w14:textId="6B458076" w:rsidR="00027265" w:rsidRPr="00B169DF" w:rsidRDefault="00027265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Społeczno-kulturowe uwarunkowania religii i religijności 2h;</w:t>
            </w:r>
          </w:p>
        </w:tc>
      </w:tr>
      <w:tr w:rsidR="00027265" w:rsidRPr="00B169DF" w14:paraId="4756E0B7" w14:textId="77777777" w:rsidTr="00027265">
        <w:tc>
          <w:tcPr>
            <w:tcW w:w="9520" w:type="dxa"/>
          </w:tcPr>
          <w:p w14:paraId="645E1F55" w14:textId="77777777" w:rsidR="00027265" w:rsidRDefault="00027265" w:rsidP="0002726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Zarys dziejów religii:</w:t>
            </w:r>
          </w:p>
          <w:p w14:paraId="09E4F273" w14:textId="77777777" w:rsidR="00027265" w:rsidRDefault="00027265" w:rsidP="0002726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 Religie Azji, Australii i Oceanii, Afryki i Ameryki 2h;</w:t>
            </w:r>
          </w:p>
          <w:p w14:paraId="5818B7FA" w14:textId="2F35CED7" w:rsidR="00027265" w:rsidRPr="00B169DF" w:rsidRDefault="00027265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Starożytne religie Bliskiego Wschodu i Europy 2h.</w:t>
            </w:r>
          </w:p>
        </w:tc>
      </w:tr>
      <w:tr w:rsidR="00027265" w:rsidRPr="00B169DF" w14:paraId="7F203607" w14:textId="77777777" w:rsidTr="00027265">
        <w:tc>
          <w:tcPr>
            <w:tcW w:w="9520" w:type="dxa"/>
          </w:tcPr>
          <w:p w14:paraId="7D995A0A" w14:textId="3E4CD643" w:rsidR="00027265" w:rsidRPr="00B169DF" w:rsidRDefault="00027265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Religie uniwersalistyczne – znaczenie, zakres i dystynkcje 2h;</w:t>
            </w:r>
          </w:p>
        </w:tc>
      </w:tr>
      <w:tr w:rsidR="006A1596" w:rsidRPr="00B169DF" w14:paraId="7517F589" w14:textId="77777777" w:rsidTr="00027265">
        <w:tc>
          <w:tcPr>
            <w:tcW w:w="9520" w:type="dxa"/>
          </w:tcPr>
          <w:p w14:paraId="2ECFCDD3" w14:textId="2C1654AC" w:rsidR="006A1596" w:rsidRDefault="006109E2" w:rsidP="00027265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Hinduizm – 2h;</w:t>
            </w:r>
          </w:p>
        </w:tc>
      </w:tr>
      <w:tr w:rsidR="00027265" w:rsidRPr="00B169DF" w14:paraId="3B1A39E6" w14:textId="77777777" w:rsidTr="00027265">
        <w:tc>
          <w:tcPr>
            <w:tcW w:w="9520" w:type="dxa"/>
          </w:tcPr>
          <w:p w14:paraId="66FAB5B8" w14:textId="79DA90E8" w:rsidR="00027265" w:rsidRPr="00B169DF" w:rsidRDefault="006109E2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27265">
              <w:rPr>
                <w:rFonts w:ascii="Times New Roman" w:hAnsi="Times New Roman"/>
                <w:sz w:val="24"/>
                <w:szCs w:val="24"/>
              </w:rPr>
              <w:t>. Buddyzm – tradycja i oddziaływanie ponad kulturowe  2h;</w:t>
            </w:r>
          </w:p>
        </w:tc>
      </w:tr>
      <w:tr w:rsidR="00027265" w:rsidRPr="00B169DF" w14:paraId="6634E911" w14:textId="77777777" w:rsidTr="00027265">
        <w:tc>
          <w:tcPr>
            <w:tcW w:w="9520" w:type="dxa"/>
          </w:tcPr>
          <w:p w14:paraId="48830A74" w14:textId="0AF2B101" w:rsidR="00027265" w:rsidRPr="00B169DF" w:rsidRDefault="006109E2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27265">
              <w:rPr>
                <w:rFonts w:ascii="Times New Roman" w:hAnsi="Times New Roman"/>
                <w:sz w:val="24"/>
                <w:szCs w:val="24"/>
              </w:rPr>
              <w:t>. Judaizm – religia tylko Żydów? 2h;</w:t>
            </w:r>
          </w:p>
        </w:tc>
      </w:tr>
      <w:tr w:rsidR="00027265" w:rsidRPr="00B169DF" w14:paraId="44A10783" w14:textId="77777777" w:rsidTr="00027265">
        <w:tc>
          <w:tcPr>
            <w:tcW w:w="9520" w:type="dxa"/>
          </w:tcPr>
          <w:p w14:paraId="63335DC4" w14:textId="2D27E22E" w:rsidR="00027265" w:rsidRPr="00B169DF" w:rsidRDefault="006109E2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27265">
              <w:rPr>
                <w:rFonts w:ascii="Times New Roman" w:hAnsi="Times New Roman"/>
                <w:sz w:val="24"/>
                <w:szCs w:val="24"/>
              </w:rPr>
              <w:t>. Islam – jego tradycje a odziaływanie światowe 2h;</w:t>
            </w:r>
          </w:p>
        </w:tc>
      </w:tr>
      <w:tr w:rsidR="00027265" w:rsidRPr="00B169DF" w14:paraId="1ABEBCC5" w14:textId="77777777" w:rsidTr="00027265">
        <w:tc>
          <w:tcPr>
            <w:tcW w:w="9520" w:type="dxa"/>
          </w:tcPr>
          <w:p w14:paraId="460A7887" w14:textId="63F447A9" w:rsidR="00027265" w:rsidRPr="00B169DF" w:rsidRDefault="006109E2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27265">
              <w:rPr>
                <w:rFonts w:ascii="Times New Roman" w:hAnsi="Times New Roman"/>
                <w:sz w:val="24"/>
                <w:szCs w:val="24"/>
              </w:rPr>
              <w:t>. Chrześcijaństwo pierwotne 2h;</w:t>
            </w:r>
          </w:p>
        </w:tc>
      </w:tr>
      <w:tr w:rsidR="00027265" w:rsidRPr="00B169DF" w14:paraId="246F9701" w14:textId="77777777" w:rsidTr="00027265">
        <w:tc>
          <w:tcPr>
            <w:tcW w:w="9520" w:type="dxa"/>
          </w:tcPr>
          <w:p w14:paraId="541AD524" w14:textId="451D46ED" w:rsidR="00027265" w:rsidRPr="00B169DF" w:rsidRDefault="006109E2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27265">
              <w:rPr>
                <w:rFonts w:ascii="Times New Roman" w:hAnsi="Times New Roman"/>
                <w:sz w:val="24"/>
                <w:szCs w:val="24"/>
              </w:rPr>
              <w:t xml:space="preserve">. Prawosławie 2h; </w:t>
            </w:r>
          </w:p>
        </w:tc>
      </w:tr>
      <w:tr w:rsidR="00027265" w:rsidRPr="00B169DF" w14:paraId="0B82AB10" w14:textId="77777777" w:rsidTr="00027265">
        <w:tc>
          <w:tcPr>
            <w:tcW w:w="9520" w:type="dxa"/>
          </w:tcPr>
          <w:p w14:paraId="7F236265" w14:textId="4582391E" w:rsidR="00027265" w:rsidRPr="00B169DF" w:rsidRDefault="00027265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109E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Kościoły protestanckie 2h;</w:t>
            </w:r>
          </w:p>
        </w:tc>
      </w:tr>
      <w:tr w:rsidR="00027265" w:rsidRPr="00B169DF" w14:paraId="7D60ADB4" w14:textId="77777777" w:rsidTr="00027265">
        <w:tc>
          <w:tcPr>
            <w:tcW w:w="9520" w:type="dxa"/>
          </w:tcPr>
          <w:p w14:paraId="47575B91" w14:textId="405E6E67" w:rsidR="00027265" w:rsidRPr="00B169DF" w:rsidRDefault="00027265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109E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 Katolicyzm 2h;</w:t>
            </w:r>
          </w:p>
        </w:tc>
      </w:tr>
      <w:tr w:rsidR="00027265" w:rsidRPr="00B169DF" w14:paraId="7F2BE87E" w14:textId="77777777" w:rsidTr="00027265">
        <w:tc>
          <w:tcPr>
            <w:tcW w:w="9520" w:type="dxa"/>
          </w:tcPr>
          <w:p w14:paraId="4851A4CB" w14:textId="0F04E8A9" w:rsidR="00027265" w:rsidRPr="00B169DF" w:rsidRDefault="00027265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368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 Sekularyzacja czy renesans religii i religijności? 2h;</w:t>
            </w:r>
          </w:p>
        </w:tc>
      </w:tr>
      <w:tr w:rsidR="00027265" w:rsidRPr="00B169DF" w14:paraId="4A5711ED" w14:textId="77777777" w:rsidTr="00027265">
        <w:tc>
          <w:tcPr>
            <w:tcW w:w="9520" w:type="dxa"/>
          </w:tcPr>
          <w:p w14:paraId="0AE9E732" w14:textId="09F4C463" w:rsidR="00027265" w:rsidRPr="00B169DF" w:rsidRDefault="00027265" w:rsidP="000272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672E">
              <w:rPr>
                <w:rFonts w:ascii="Times New Roman" w:hAnsi="Times New Roman"/>
                <w:sz w:val="24"/>
                <w:szCs w:val="24"/>
              </w:rPr>
              <w:t>14. Współczesne znaczenie dialogu międzyreligijnego i międzykulturowego 2h.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94B39" w14:textId="1F104D22" w:rsidR="00EE653E" w:rsidRPr="008A6DA8" w:rsidRDefault="00EE653E" w:rsidP="00EE653E">
      <w:pPr>
        <w:pStyle w:val="Punktygwne"/>
        <w:spacing w:before="0" w:after="0"/>
        <w:jc w:val="both"/>
        <w:rPr>
          <w:bCs/>
          <w:smallCaps w:val="0"/>
          <w:szCs w:val="24"/>
        </w:rPr>
      </w:pPr>
      <w:r w:rsidRPr="008A6DA8">
        <w:rPr>
          <w:bCs/>
          <w:smallCaps w:val="0"/>
          <w:szCs w:val="24"/>
        </w:rPr>
        <w:lastRenderedPageBreak/>
        <w:t xml:space="preserve">Wykład </w:t>
      </w:r>
      <w:r w:rsidR="008A6DA8" w:rsidRPr="008A6DA8">
        <w:rPr>
          <w:bCs/>
          <w:smallCaps w:val="0"/>
          <w:szCs w:val="24"/>
        </w:rPr>
        <w:t>konwersatoryjny</w:t>
      </w:r>
      <w:r w:rsidRPr="008A6DA8">
        <w:rPr>
          <w:bCs/>
          <w:smallCaps w:val="0"/>
          <w:szCs w:val="24"/>
        </w:rPr>
        <w:t xml:space="preserve">: wykład problemowy, analiza tekstów z dyskusją, </w:t>
      </w: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00"/>
        <w:gridCol w:w="2159"/>
      </w:tblGrid>
      <w:tr w:rsidR="001C6B95" w:rsidRPr="00B169DF" w14:paraId="41D19892" w14:textId="77777777" w:rsidTr="00AE257A">
        <w:tc>
          <w:tcPr>
            <w:tcW w:w="1961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00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59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E2CF0" w:rsidRPr="00B169DF" w14:paraId="6794E66F" w14:textId="77777777" w:rsidTr="00AE257A">
        <w:tc>
          <w:tcPr>
            <w:tcW w:w="1961" w:type="dxa"/>
          </w:tcPr>
          <w:p w14:paraId="20D6EE9C" w14:textId="6281DA53" w:rsidR="00483F09" w:rsidRPr="00B169DF" w:rsidRDefault="00C9269A" w:rsidP="00483F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EK_1-EK_11</w:t>
            </w:r>
          </w:p>
        </w:tc>
        <w:tc>
          <w:tcPr>
            <w:tcW w:w="5400" w:type="dxa"/>
          </w:tcPr>
          <w:p w14:paraId="1DB17B57" w14:textId="77777777" w:rsidR="00483F09" w:rsidRDefault="00483F09" w:rsidP="001C6B9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F5D93">
              <w:rPr>
                <w:b w:val="0"/>
                <w:szCs w:val="24"/>
              </w:rPr>
              <w:t>OBSERWACJA</w:t>
            </w:r>
            <w:r>
              <w:rPr>
                <w:b w:val="0"/>
                <w:szCs w:val="24"/>
              </w:rPr>
              <w:t xml:space="preserve"> W TRAKCIE ZAJĘĆ;</w:t>
            </w:r>
          </w:p>
          <w:p w14:paraId="708C9AC7" w14:textId="4943A621" w:rsidR="00483F09" w:rsidRPr="00B169DF" w:rsidRDefault="00483F09" w:rsidP="001C6B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b w:val="0"/>
                <w:szCs w:val="24"/>
              </w:rPr>
              <w:t>EGZAMIN</w:t>
            </w:r>
            <w:r w:rsidR="00FE2CF0">
              <w:rPr>
                <w:b w:val="0"/>
                <w:szCs w:val="24"/>
              </w:rPr>
              <w:t xml:space="preserve"> USTNY</w:t>
            </w:r>
          </w:p>
        </w:tc>
        <w:tc>
          <w:tcPr>
            <w:tcW w:w="2159" w:type="dxa"/>
          </w:tcPr>
          <w:p w14:paraId="5D1AC8C4" w14:textId="7C0557D5" w:rsidR="00483F09" w:rsidRPr="00B169DF" w:rsidRDefault="00FE2CF0" w:rsidP="00483F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wykład </w:t>
            </w:r>
            <w:r w:rsidR="00483F09">
              <w:rPr>
                <w:b w:val="0"/>
                <w:szCs w:val="24"/>
              </w:rPr>
              <w:t>konwersator</w:t>
            </w:r>
            <w:r w:rsidR="001C6B95">
              <w:rPr>
                <w:b w:val="0"/>
                <w:szCs w:val="24"/>
              </w:rPr>
              <w:t>yjny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1C8135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7EBDED" w14:textId="77777777" w:rsidR="008B4C07" w:rsidRDefault="008B4C07" w:rsidP="008B4C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136">
              <w:rPr>
                <w:rFonts w:ascii="Times New Roman" w:hAnsi="Times New Roman"/>
                <w:sz w:val="24"/>
                <w:szCs w:val="24"/>
              </w:rPr>
              <w:t xml:space="preserve">Wykład </w:t>
            </w:r>
            <w:r>
              <w:rPr>
                <w:rFonts w:ascii="Times New Roman" w:hAnsi="Times New Roman"/>
                <w:sz w:val="24"/>
                <w:szCs w:val="24"/>
              </w:rPr>
              <w:t>konwersatoryjny realizuje</w:t>
            </w:r>
            <w:r w:rsidRPr="00020136">
              <w:rPr>
                <w:rFonts w:ascii="Times New Roman" w:hAnsi="Times New Roman"/>
                <w:sz w:val="24"/>
                <w:szCs w:val="24"/>
              </w:rPr>
              <w:t xml:space="preserve"> wiedzę, umiejętności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uczenia się</w:t>
            </w:r>
            <w:r w:rsidRPr="00020136">
              <w:rPr>
                <w:rFonts w:ascii="Times New Roman" w:hAnsi="Times New Roman"/>
                <w:sz w:val="24"/>
                <w:szCs w:val="24"/>
              </w:rPr>
              <w:t xml:space="preserve"> i kompetencje społeczne zgodnie z założeniami efektów kształcenia oraz treś</w:t>
            </w:r>
            <w:r>
              <w:rPr>
                <w:rFonts w:ascii="Times New Roman" w:hAnsi="Times New Roman"/>
                <w:sz w:val="24"/>
                <w:szCs w:val="24"/>
              </w:rPr>
              <w:t>cią realizowaną podczas zajęć. W</w:t>
            </w:r>
            <w:r w:rsidRPr="00020136">
              <w:rPr>
                <w:rFonts w:ascii="Times New Roman" w:hAnsi="Times New Roman"/>
                <w:sz w:val="24"/>
                <w:szCs w:val="24"/>
              </w:rPr>
              <w:t xml:space="preserve">arunkiem zaliczenia przedmiotu przez studenta jest obecność na wykładzie oraz indywidualna lektura (przygotowanie do zajęć), umiejętność </w:t>
            </w:r>
            <w:r>
              <w:rPr>
                <w:rFonts w:ascii="Times New Roman" w:hAnsi="Times New Roman"/>
                <w:sz w:val="24"/>
                <w:szCs w:val="24"/>
              </w:rPr>
              <w:t>analizy i problematyzowania</w:t>
            </w:r>
            <w:r w:rsidRPr="00020136">
              <w:rPr>
                <w:rFonts w:ascii="Times New Roman" w:hAnsi="Times New Roman"/>
                <w:sz w:val="24"/>
                <w:szCs w:val="24"/>
              </w:rPr>
              <w:t xml:space="preserve"> wykazana aktywnością własną (udział w dyskusji). </w:t>
            </w:r>
          </w:p>
          <w:p w14:paraId="2D48FB19" w14:textId="761D2F6B" w:rsidR="008B4C07" w:rsidRDefault="008B4C07" w:rsidP="008B4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Ocena: </w:t>
            </w:r>
            <w:r w:rsidR="00210C0A">
              <w:rPr>
                <w:rFonts w:ascii="Times New Roman" w:hAnsi="Times New Roman"/>
                <w:sz w:val="24"/>
                <w:szCs w:val="24"/>
              </w:rPr>
              <w:t xml:space="preserve">Warunkiem zaliczenia wykładu jest obecność </w:t>
            </w:r>
            <w:r>
              <w:rPr>
                <w:rFonts w:ascii="Times New Roman" w:hAnsi="Times New Roman"/>
                <w:sz w:val="24"/>
                <w:szCs w:val="24"/>
              </w:rPr>
              <w:t>na zajęciach</w:t>
            </w:r>
            <w:r w:rsidR="0082456A">
              <w:rPr>
                <w:rFonts w:ascii="Times New Roman" w:hAnsi="Times New Roman"/>
                <w:sz w:val="24"/>
                <w:szCs w:val="24"/>
              </w:rPr>
              <w:t>, aktywność własna studenta wykazana znajomością zadanej literatury oraz pozytywnie zaliczony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egzamin ustny.</w:t>
            </w:r>
          </w:p>
          <w:p w14:paraId="1545BC03" w14:textId="77777777" w:rsidR="0082456A" w:rsidRDefault="0082456A" w:rsidP="00824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niedostateczna, to brak uzasadnienia nieobecności, brak aktywności własnej studenta, brak znajomości zadanej literatury i treści wykładanego programu.</w:t>
            </w:r>
          </w:p>
          <w:p w14:paraId="241CDD96" w14:textId="77777777" w:rsidR="0082456A" w:rsidRDefault="0082456A" w:rsidP="00824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Ocena dostateczna, dopuszczalna regulaminem ilość nieobecności, 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 xml:space="preserve">student zna </w:t>
            </w:r>
            <w:r>
              <w:rPr>
                <w:rFonts w:ascii="Times New Roman" w:hAnsi="Times New Roman"/>
                <w:sz w:val="24"/>
                <w:szCs w:val="24"/>
              </w:rPr>
              <w:t>omawianą literaturę i zagadnienia dotyczące przedmiotu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>, lecz nie potrafi wykorzystać ich w dyskusji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rozwinąć treści wykładanego przedmiotu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595F68" w14:textId="0AD64921" w:rsidR="0082456A" w:rsidRPr="0082456A" w:rsidRDefault="0082456A" w:rsidP="00824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dobra, dopuszczalna regulaminem ilość nieobecności</w:t>
            </w:r>
            <w:r w:rsidR="00C20816">
              <w:rPr>
                <w:rFonts w:ascii="Times New Roman" w:hAnsi="Times New Roman"/>
                <w:sz w:val="24"/>
                <w:szCs w:val="24"/>
              </w:rPr>
              <w:t>,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 xml:space="preserve"> student zna dyskutowane teksty, potrafi identyfikować argumenty</w:t>
            </w:r>
            <w:r w:rsidR="00C20816">
              <w:rPr>
                <w:rFonts w:ascii="Times New Roman" w:hAnsi="Times New Roman"/>
                <w:sz w:val="24"/>
                <w:szCs w:val="24"/>
              </w:rPr>
              <w:t xml:space="preserve"> oraz powiązać je z omawianymi problemami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 xml:space="preserve">, lecz nie potrafi samodzielnie sformułować </w:t>
            </w:r>
            <w:r w:rsidR="00C20816">
              <w:rPr>
                <w:rFonts w:ascii="Times New Roman" w:hAnsi="Times New Roman"/>
                <w:sz w:val="24"/>
                <w:szCs w:val="24"/>
              </w:rPr>
              <w:t xml:space="preserve">możliwości 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>rozwiązania dyskutowan</w:t>
            </w:r>
            <w:r w:rsidR="00C20816">
              <w:rPr>
                <w:rFonts w:ascii="Times New Roman" w:hAnsi="Times New Roman"/>
                <w:sz w:val="24"/>
                <w:szCs w:val="24"/>
              </w:rPr>
              <w:t>ych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0816">
              <w:rPr>
                <w:rFonts w:ascii="Times New Roman" w:hAnsi="Times New Roman"/>
                <w:sz w:val="24"/>
                <w:szCs w:val="24"/>
              </w:rPr>
              <w:t>problemów i zagadnień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4A11CB" w14:textId="6B2EDBA8" w:rsidR="0085747A" w:rsidRPr="00595A6A" w:rsidRDefault="00C20816" w:rsidP="00595A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Ocena bardzo dobra, dopuszczalna regulaminem ilość nieobecności, </w:t>
            </w:r>
            <w:r w:rsidR="0082456A" w:rsidRPr="0082456A">
              <w:rPr>
                <w:rFonts w:ascii="Times New Roman" w:hAnsi="Times New Roman"/>
                <w:sz w:val="24"/>
                <w:szCs w:val="24"/>
              </w:rPr>
              <w:t>student zna dyskutowane teksty, potrafi identyfikować argumenty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powiązać je z omawianymi problemami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 xml:space="preserve">, potrafi samodzielnie sformułować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możliwości 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>rozwiązania dyskutowan</w:t>
            </w:r>
            <w:r>
              <w:rPr>
                <w:rFonts w:ascii="Times New Roman" w:hAnsi="Times New Roman"/>
                <w:sz w:val="24"/>
                <w:szCs w:val="24"/>
              </w:rPr>
              <w:t>ych</w:t>
            </w:r>
            <w:r w:rsidRPr="00824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problemów i zagadnień. Aktywność własna studenta jest ponad przeciętną.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BE5199">
        <w:tc>
          <w:tcPr>
            <w:tcW w:w="490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5199" w:rsidRPr="00B169DF" w14:paraId="6AD4F68E" w14:textId="77777777" w:rsidTr="00BE5199">
        <w:tc>
          <w:tcPr>
            <w:tcW w:w="4902" w:type="dxa"/>
          </w:tcPr>
          <w:p w14:paraId="749E4829" w14:textId="77777777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74345AD" w14:textId="655B24F4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30h</w:t>
            </w:r>
          </w:p>
        </w:tc>
      </w:tr>
      <w:tr w:rsidR="00BE5199" w:rsidRPr="00B169DF" w14:paraId="654D8B81" w14:textId="77777777" w:rsidTr="00BE5199">
        <w:tc>
          <w:tcPr>
            <w:tcW w:w="4902" w:type="dxa"/>
          </w:tcPr>
          <w:p w14:paraId="07039768" w14:textId="77777777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FD420F6" w14:textId="77777777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8014F56" w14:textId="74A59F5F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</w:p>
        </w:tc>
      </w:tr>
      <w:tr w:rsidR="00BE5199" w:rsidRPr="00B169DF" w14:paraId="7F057C18" w14:textId="77777777" w:rsidTr="00BE5199">
        <w:tc>
          <w:tcPr>
            <w:tcW w:w="4902" w:type="dxa"/>
          </w:tcPr>
          <w:p w14:paraId="6AEDB80A" w14:textId="10D1DD60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Godziny nie</w:t>
            </w:r>
            <w:r w:rsidR="009B154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14:paraId="3CBA5237" w14:textId="77777777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2F0E81D" w14:textId="10DFED96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45h</w:t>
            </w:r>
          </w:p>
        </w:tc>
      </w:tr>
      <w:tr w:rsidR="00BE5199" w:rsidRPr="00B169DF" w14:paraId="41E1B402" w14:textId="77777777" w:rsidTr="00BE5199">
        <w:tc>
          <w:tcPr>
            <w:tcW w:w="4902" w:type="dxa"/>
          </w:tcPr>
          <w:p w14:paraId="1076A393" w14:textId="77777777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26E05CF" w14:textId="79AA4085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90h</w:t>
            </w:r>
          </w:p>
        </w:tc>
      </w:tr>
      <w:tr w:rsidR="00BE5199" w:rsidRPr="00B169DF" w14:paraId="3028168B" w14:textId="77777777" w:rsidTr="00BE5199">
        <w:tc>
          <w:tcPr>
            <w:tcW w:w="4902" w:type="dxa"/>
          </w:tcPr>
          <w:p w14:paraId="0AC39A74" w14:textId="77777777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D0912EF" w14:textId="137A34E4" w:rsidR="00BE5199" w:rsidRPr="00B169DF" w:rsidRDefault="00BE5199" w:rsidP="00BE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0894">
              <w:rPr>
                <w:rFonts w:ascii="Corbel" w:hAnsi="Corbel"/>
                <w:b/>
                <w:sz w:val="24"/>
                <w:szCs w:val="24"/>
              </w:rPr>
              <w:t xml:space="preserve">3 </w:t>
            </w:r>
            <w:proofErr w:type="spellStart"/>
            <w:r w:rsidRPr="00AF089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3EC14E61" w:rsidR="0085747A" w:rsidRPr="00B169DF" w:rsidRDefault="009B15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EBD321" w14:textId="77777777" w:rsidR="009B1541" w:rsidRPr="00B169DF" w:rsidRDefault="009B15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863A5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537915F6" w14:textId="77777777" w:rsidR="00E863A5" w:rsidRDefault="00E863A5" w:rsidP="00710BFA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710BFA">
              <w:rPr>
                <w:rFonts w:ascii="Corbel" w:hAnsi="Corbel"/>
                <w:b/>
                <w:bCs/>
                <w:szCs w:val="24"/>
              </w:rPr>
              <w:t>Literatura podstawowa:</w:t>
            </w:r>
            <w:r w:rsidRPr="00710BFA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B4D98E6" w14:textId="77777777" w:rsidR="00710BFA" w:rsidRPr="00710BFA" w:rsidRDefault="00710BFA" w:rsidP="00710BFA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  <w:p w14:paraId="674C5D26" w14:textId="3ABCD4BE" w:rsidR="00E863A5" w:rsidRDefault="00151B08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</w:rPr>
              <w:t xml:space="preserve"> </w:t>
            </w:r>
            <w:r w:rsidR="00E863A5" w:rsidRPr="000F3E8B">
              <w:rPr>
                <w:rFonts w:ascii="Times New Roman" w:eastAsia="SimSun" w:hAnsi="Times New Roman"/>
                <w:i/>
                <w:sz w:val="24"/>
                <w:szCs w:val="24"/>
              </w:rPr>
              <w:t>Zarys dziejów religii</w:t>
            </w:r>
            <w:r w:rsidR="00E863A5" w:rsidRPr="000F3E8B">
              <w:rPr>
                <w:rFonts w:ascii="Times New Roman" w:eastAsia="SimSun" w:hAnsi="Times New Roman"/>
                <w:sz w:val="24"/>
                <w:szCs w:val="24"/>
              </w:rPr>
              <w:t>, red. J. Keller, Iskry, Warszawa 1986;</w:t>
            </w:r>
          </w:p>
          <w:p w14:paraId="14973C46" w14:textId="3C2F390A" w:rsidR="00E863A5" w:rsidRPr="00294C9C" w:rsidRDefault="007B502D" w:rsidP="00294C9C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 Weber M., </w:t>
            </w:r>
            <w:r w:rsidRPr="006A538B">
              <w:rPr>
                <w:rFonts w:ascii="Times New Roman" w:eastAsia="SimSun" w:hAnsi="Times New Roman"/>
                <w:i/>
                <w:sz w:val="24"/>
                <w:szCs w:val="24"/>
              </w:rPr>
              <w:t xml:space="preserve">Główne cechy religii </w:t>
            </w:r>
            <w:r w:rsidR="006A538B" w:rsidRPr="006A538B">
              <w:rPr>
                <w:rFonts w:ascii="Times New Roman" w:eastAsia="SimSun" w:hAnsi="Times New Roman"/>
                <w:i/>
                <w:sz w:val="24"/>
                <w:szCs w:val="24"/>
              </w:rPr>
              <w:t>światowych</w:t>
            </w:r>
            <w:r>
              <w:rPr>
                <w:rFonts w:ascii="Times New Roman" w:eastAsia="SimSun" w:hAnsi="Times New Roman"/>
                <w:iCs/>
                <w:sz w:val="24"/>
                <w:szCs w:val="24"/>
              </w:rPr>
              <w:t>,</w:t>
            </w:r>
            <w:r w:rsidR="00137B36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 w: </w:t>
            </w:r>
            <w:r w:rsidR="00137B36" w:rsidRPr="006A538B">
              <w:rPr>
                <w:rFonts w:ascii="Times New Roman" w:eastAsia="SimSun" w:hAnsi="Times New Roman"/>
                <w:i/>
                <w:sz w:val="24"/>
                <w:szCs w:val="24"/>
              </w:rPr>
              <w:t>Socjologia religii</w:t>
            </w:r>
            <w:r w:rsidR="00137B36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="00137B36">
              <w:rPr>
                <w:rFonts w:ascii="Times New Roman" w:eastAsia="SimSun" w:hAnsi="Times New Roman"/>
                <w:iCs/>
                <w:sz w:val="24"/>
                <w:szCs w:val="24"/>
              </w:rPr>
              <w:t>Nomos</w:t>
            </w:r>
            <w:proofErr w:type="spellEnd"/>
            <w:r w:rsidR="00137B36">
              <w:rPr>
                <w:rFonts w:ascii="Times New Roman" w:eastAsia="SimSun" w:hAnsi="Times New Roman"/>
                <w:iCs/>
                <w:sz w:val="24"/>
                <w:szCs w:val="24"/>
              </w:rPr>
              <w:t>, Kraków 2003, s.</w:t>
            </w:r>
            <w:r w:rsidR="006A538B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 25-39;</w:t>
            </w:r>
          </w:p>
          <w:p w14:paraId="08F00A19" w14:textId="6704B57E" w:rsidR="00E863A5" w:rsidRDefault="00E863A5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CD3DB9">
              <w:rPr>
                <w:rFonts w:ascii="Times New Roman" w:eastAsia="SimSun" w:hAnsi="Times New Roman"/>
                <w:i/>
                <w:sz w:val="24"/>
                <w:szCs w:val="24"/>
              </w:rPr>
              <w:t>Encyklopedia religii świata. Historia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, T I</w:t>
            </w:r>
            <w:r w:rsidR="00BF40E6">
              <w:rPr>
                <w:rFonts w:ascii="Times New Roman" w:eastAsia="SimSun" w:hAnsi="Times New Roman"/>
                <w:sz w:val="24"/>
                <w:szCs w:val="24"/>
              </w:rPr>
              <w:t>;</w:t>
            </w:r>
            <w:r w:rsidR="00BF40E6" w:rsidRPr="00CD3DB9">
              <w:rPr>
                <w:rFonts w:ascii="Times New Roman" w:eastAsia="SimSun" w:hAnsi="Times New Roman"/>
                <w:i/>
                <w:sz w:val="24"/>
                <w:szCs w:val="24"/>
              </w:rPr>
              <w:t xml:space="preserve"> Zagadnienia problemowe</w:t>
            </w:r>
            <w:r w:rsidR="00BF40E6">
              <w:rPr>
                <w:rFonts w:ascii="Times New Roman" w:eastAsia="SimSun" w:hAnsi="Times New Roman"/>
                <w:iCs/>
                <w:sz w:val="24"/>
                <w:szCs w:val="24"/>
              </w:rPr>
              <w:t>,</w:t>
            </w:r>
            <w:r w:rsidR="00BF40E6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="00FE5318">
              <w:rPr>
                <w:rFonts w:ascii="Times New Roman" w:eastAsia="SimSun" w:hAnsi="Times New Roman"/>
                <w:sz w:val="24"/>
                <w:szCs w:val="24"/>
              </w:rPr>
              <w:t>T</w:t>
            </w:r>
            <w:r w:rsidR="00BF40E6">
              <w:rPr>
                <w:rFonts w:ascii="Times New Roman" w:eastAsia="SimSun" w:hAnsi="Times New Roman"/>
                <w:sz w:val="24"/>
                <w:szCs w:val="24"/>
              </w:rPr>
              <w:t xml:space="preserve"> II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, Dialog, Warszawa 2002;</w:t>
            </w:r>
          </w:p>
          <w:p w14:paraId="18218FE5" w14:textId="63832328" w:rsidR="00E863A5" w:rsidRDefault="00E863A5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6C37DC">
              <w:rPr>
                <w:rFonts w:ascii="Times New Roman" w:eastAsia="SimSun" w:hAnsi="Times New Roman"/>
                <w:i/>
                <w:sz w:val="24"/>
                <w:szCs w:val="24"/>
              </w:rPr>
              <w:t>Koran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, tłum. J. Bielawski, PIW, Warszawa 2014;</w:t>
            </w:r>
          </w:p>
          <w:p w14:paraId="5A9A10EB" w14:textId="77777777" w:rsidR="00E863A5" w:rsidRDefault="00E863A5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/>
                <w:i/>
                <w:sz w:val="24"/>
                <w:szCs w:val="24"/>
              </w:rPr>
              <w:t>Biblia tysiąclecia. Pismo Ś</w:t>
            </w:r>
            <w:r w:rsidRPr="006C37DC">
              <w:rPr>
                <w:rFonts w:ascii="Times New Roman" w:eastAsia="SimSun" w:hAnsi="Times New Roman"/>
                <w:i/>
                <w:sz w:val="24"/>
                <w:szCs w:val="24"/>
              </w:rPr>
              <w:t>więte Starego i Nowego Testamentu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;</w:t>
            </w:r>
          </w:p>
          <w:p w14:paraId="6387E135" w14:textId="348B53A3" w:rsidR="00E863A5" w:rsidRDefault="00E863A5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Słuszkiewicz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 xml:space="preserve"> E., </w:t>
            </w:r>
            <w:r w:rsidRPr="00CD3DB9">
              <w:rPr>
                <w:rFonts w:ascii="Times New Roman" w:eastAsia="SimSun" w:hAnsi="Times New Roman"/>
                <w:i/>
                <w:sz w:val="24"/>
                <w:szCs w:val="24"/>
              </w:rPr>
              <w:t>Buddyzm pierwotny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, w: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0F3E8B">
              <w:rPr>
                <w:rFonts w:ascii="Times New Roman" w:eastAsia="SimSun" w:hAnsi="Times New Roman"/>
                <w:i/>
                <w:sz w:val="24"/>
                <w:szCs w:val="24"/>
              </w:rPr>
              <w:t>Zarys dziejów religii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>, red. J. Keller, Iskry, Warszawa 1986</w:t>
            </w:r>
            <w:r w:rsidR="00F150DF">
              <w:rPr>
                <w:rFonts w:ascii="Times New Roman" w:eastAsia="SimSun" w:hAnsi="Times New Roman"/>
                <w:sz w:val="24"/>
                <w:szCs w:val="24"/>
              </w:rPr>
              <w:t>, ss. 467-</w:t>
            </w:r>
            <w:r w:rsidR="004B5200">
              <w:rPr>
                <w:rFonts w:ascii="Times New Roman" w:eastAsia="SimSun" w:hAnsi="Times New Roman"/>
                <w:sz w:val="24"/>
                <w:szCs w:val="24"/>
              </w:rPr>
              <w:t>492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;</w:t>
            </w:r>
          </w:p>
          <w:p w14:paraId="6ED7A649" w14:textId="70B546A5" w:rsidR="00E863A5" w:rsidRDefault="00E863A5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Tyloch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 xml:space="preserve"> W., </w:t>
            </w:r>
            <w:r w:rsidRPr="00CD3DB9">
              <w:rPr>
                <w:rFonts w:ascii="Times New Roman" w:eastAsia="SimSun" w:hAnsi="Times New Roman"/>
                <w:i/>
                <w:sz w:val="24"/>
                <w:szCs w:val="24"/>
              </w:rPr>
              <w:t>Judaizm religia Żydów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, w: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0F3E8B">
              <w:rPr>
                <w:rFonts w:ascii="Times New Roman" w:eastAsia="SimSun" w:hAnsi="Times New Roman"/>
                <w:i/>
                <w:sz w:val="24"/>
                <w:szCs w:val="24"/>
              </w:rPr>
              <w:t>Zarys dziejów religii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>, red. J. Keller, Iskry, Warszawa 1986</w:t>
            </w:r>
            <w:r w:rsidR="004B5200">
              <w:rPr>
                <w:rFonts w:ascii="Times New Roman" w:eastAsia="SimSun" w:hAnsi="Times New Roman"/>
                <w:sz w:val="24"/>
                <w:szCs w:val="24"/>
              </w:rPr>
              <w:t>, ss.530-571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;</w:t>
            </w:r>
          </w:p>
          <w:p w14:paraId="62133E45" w14:textId="340306C5" w:rsidR="00E863A5" w:rsidRDefault="00E863A5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Szymański E., </w:t>
            </w:r>
            <w:r w:rsidRPr="00CD3DB9">
              <w:rPr>
                <w:rFonts w:ascii="Times New Roman" w:eastAsia="SimSun" w:hAnsi="Times New Roman"/>
                <w:i/>
                <w:sz w:val="24"/>
                <w:szCs w:val="24"/>
              </w:rPr>
              <w:t>Islam pierwotny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, w: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0F3E8B">
              <w:rPr>
                <w:rFonts w:ascii="Times New Roman" w:eastAsia="SimSun" w:hAnsi="Times New Roman"/>
                <w:i/>
                <w:sz w:val="24"/>
                <w:szCs w:val="24"/>
              </w:rPr>
              <w:t>Zarys dziejów religii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>, red. J. Keller, Iskry, Warszawa 1986</w:t>
            </w:r>
            <w:r w:rsidR="004B5200">
              <w:rPr>
                <w:rFonts w:ascii="Times New Roman" w:eastAsia="SimSun" w:hAnsi="Times New Roman"/>
                <w:sz w:val="24"/>
                <w:szCs w:val="24"/>
              </w:rPr>
              <w:t xml:space="preserve">, ss. </w:t>
            </w:r>
            <w:r w:rsidR="003502ED">
              <w:rPr>
                <w:rFonts w:ascii="Times New Roman" w:eastAsia="SimSun" w:hAnsi="Times New Roman"/>
                <w:sz w:val="24"/>
                <w:szCs w:val="24"/>
              </w:rPr>
              <w:t>750-768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;</w:t>
            </w:r>
          </w:p>
          <w:p w14:paraId="1748D1BC" w14:textId="693A87CC" w:rsidR="00E863A5" w:rsidRDefault="00E863A5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Bielawski J., </w:t>
            </w:r>
            <w:r w:rsidRPr="00CD3DB9">
              <w:rPr>
                <w:rFonts w:ascii="Times New Roman" w:eastAsia="SimSun" w:hAnsi="Times New Roman"/>
                <w:i/>
                <w:sz w:val="24"/>
                <w:szCs w:val="24"/>
              </w:rPr>
              <w:t>Islam jako religia światowa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, w: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0F3E8B">
              <w:rPr>
                <w:rFonts w:ascii="Times New Roman" w:eastAsia="SimSun" w:hAnsi="Times New Roman"/>
                <w:i/>
                <w:sz w:val="24"/>
                <w:szCs w:val="24"/>
              </w:rPr>
              <w:t>Zarys dziejów religii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>, red. J. Keller, Iskry, Warszawa 1986</w:t>
            </w:r>
            <w:r w:rsidR="003502ED">
              <w:rPr>
                <w:rFonts w:ascii="Times New Roman" w:eastAsia="SimSun" w:hAnsi="Times New Roman"/>
                <w:sz w:val="24"/>
                <w:szCs w:val="24"/>
              </w:rPr>
              <w:t>, ss</w:t>
            </w:r>
            <w:r w:rsidR="00C2075B">
              <w:rPr>
                <w:rFonts w:ascii="Times New Roman" w:eastAsia="SimSun" w:hAnsi="Times New Roman"/>
                <w:sz w:val="24"/>
                <w:szCs w:val="24"/>
              </w:rPr>
              <w:t>. 769-</w:t>
            </w:r>
            <w:r w:rsidR="0021557A">
              <w:rPr>
                <w:rFonts w:ascii="Times New Roman" w:eastAsia="SimSun" w:hAnsi="Times New Roman"/>
                <w:sz w:val="24"/>
                <w:szCs w:val="24"/>
              </w:rPr>
              <w:t>798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;</w:t>
            </w:r>
          </w:p>
          <w:p w14:paraId="11256010" w14:textId="02BCC966" w:rsidR="00E863A5" w:rsidRDefault="00E863A5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Kiryłowicz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 xml:space="preserve"> S., </w:t>
            </w:r>
            <w:r w:rsidRPr="007D69B1">
              <w:rPr>
                <w:rFonts w:ascii="Times New Roman" w:eastAsia="SimSun" w:hAnsi="Times New Roman"/>
                <w:i/>
                <w:sz w:val="24"/>
                <w:szCs w:val="24"/>
              </w:rPr>
              <w:t>Prawosławie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, w: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0F3E8B">
              <w:rPr>
                <w:rFonts w:ascii="Times New Roman" w:eastAsia="SimSun" w:hAnsi="Times New Roman"/>
                <w:i/>
                <w:sz w:val="24"/>
                <w:szCs w:val="24"/>
              </w:rPr>
              <w:t>Zarys dziejów religii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>, red. J. Keller, Iskry, Warszawa 1986</w:t>
            </w:r>
            <w:r w:rsidR="0021557A">
              <w:rPr>
                <w:rFonts w:ascii="Times New Roman" w:eastAsia="SimSun" w:hAnsi="Times New Roman"/>
                <w:sz w:val="24"/>
                <w:szCs w:val="24"/>
              </w:rPr>
              <w:t>, ss. 689-</w:t>
            </w:r>
            <w:r w:rsidR="00FC6B34">
              <w:rPr>
                <w:rFonts w:ascii="Times New Roman" w:eastAsia="SimSun" w:hAnsi="Times New Roman"/>
                <w:sz w:val="24"/>
                <w:szCs w:val="24"/>
              </w:rPr>
              <w:t>714</w:t>
            </w:r>
            <w:r w:rsidR="0021557A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;</w:t>
            </w:r>
          </w:p>
          <w:p w14:paraId="4CA6D85D" w14:textId="77777777" w:rsidR="00E863A5" w:rsidRPr="000D5565" w:rsidRDefault="00E863A5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FC6B34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Kowalski W. J., </w:t>
            </w:r>
            <w:r w:rsidRPr="00FC6B34">
              <w:rPr>
                <w:rFonts w:ascii="Times New Roman" w:eastAsia="SimSun" w:hAnsi="Times New Roman"/>
                <w:bCs/>
                <w:i/>
                <w:sz w:val="24"/>
                <w:szCs w:val="24"/>
              </w:rPr>
              <w:t>Protestantyzm</w:t>
            </w:r>
            <w:r w:rsidRPr="00FC6B34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, w; </w:t>
            </w:r>
            <w:r w:rsidRPr="00FC6B34">
              <w:rPr>
                <w:rFonts w:ascii="Times New Roman" w:eastAsia="SimSun" w:hAnsi="Times New Roman"/>
                <w:bCs/>
                <w:i/>
                <w:sz w:val="24"/>
                <w:szCs w:val="24"/>
              </w:rPr>
              <w:t>Zarys dziejów religii</w:t>
            </w:r>
            <w:r w:rsidRPr="00FC6B34">
              <w:rPr>
                <w:rFonts w:ascii="Times New Roman" w:eastAsia="SimSun" w:hAnsi="Times New Roman"/>
                <w:bCs/>
                <w:sz w:val="24"/>
                <w:szCs w:val="24"/>
              </w:rPr>
              <w:t>, red. J. Keller, Iskry, Warszawa 1986</w:t>
            </w:r>
            <w:r w:rsidR="00FC6B34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, ss. </w:t>
            </w:r>
            <w:r w:rsidR="004C2C3B">
              <w:rPr>
                <w:rFonts w:ascii="Times New Roman" w:eastAsia="SimSun" w:hAnsi="Times New Roman"/>
                <w:bCs/>
                <w:sz w:val="24"/>
                <w:szCs w:val="24"/>
              </w:rPr>
              <w:t>715-749.</w:t>
            </w:r>
          </w:p>
          <w:p w14:paraId="0D4F54BA" w14:textId="77777777" w:rsidR="000D5565" w:rsidRDefault="000D5565" w:rsidP="00E863A5">
            <w:pPr>
              <w:numPr>
                <w:ilvl w:val="0"/>
                <w:numId w:val="2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Küng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 xml:space="preserve"> H., </w:t>
            </w:r>
            <w:r w:rsidRPr="0097059B">
              <w:rPr>
                <w:rFonts w:ascii="Times New Roman" w:eastAsia="SimSun" w:hAnsi="Times New Roman"/>
                <w:i/>
                <w:sz w:val="24"/>
                <w:szCs w:val="24"/>
              </w:rPr>
              <w:t>Krótka historia Kościoła katolickiego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, tłum A. Skalski, Wydawnictwo Dolnośląskie, Wrocław 2004;</w:t>
            </w:r>
          </w:p>
          <w:p w14:paraId="3157E89B" w14:textId="37C73C4E" w:rsidR="00710BFA" w:rsidRPr="00FC6B34" w:rsidRDefault="00710BFA" w:rsidP="00710BFA">
            <w:pPr>
              <w:tabs>
                <w:tab w:val="left" w:pos="900"/>
              </w:tabs>
              <w:spacing w:after="0"/>
              <w:ind w:left="1069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E863A5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5DE981E1" w14:textId="77777777" w:rsidR="00E863A5" w:rsidRPr="00710BFA" w:rsidRDefault="00E863A5" w:rsidP="00E863A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BF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5407521" w14:textId="77777777" w:rsidR="00913B2B" w:rsidRDefault="00913B2B" w:rsidP="00AB05F1">
            <w:pPr>
              <w:pStyle w:val="Tekstprzypisudolnego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97059B">
              <w:rPr>
                <w:rFonts w:ascii="Times New Roman" w:eastAsia="SimSun" w:hAnsi="Times New Roman"/>
                <w:sz w:val="24"/>
                <w:szCs w:val="24"/>
              </w:rPr>
              <w:t xml:space="preserve">Wszołek S., </w:t>
            </w:r>
            <w:r w:rsidRPr="0097059B">
              <w:rPr>
                <w:rFonts w:ascii="Times New Roman" w:eastAsia="SimSun" w:hAnsi="Times New Roman"/>
                <w:i/>
                <w:sz w:val="24"/>
                <w:szCs w:val="24"/>
              </w:rPr>
              <w:t>Wprowadzenie do filozofii religii</w:t>
            </w:r>
            <w:r w:rsidRPr="0097059B">
              <w:rPr>
                <w:rFonts w:ascii="Times New Roman" w:eastAsia="SimSun" w:hAnsi="Times New Roman"/>
                <w:sz w:val="24"/>
                <w:szCs w:val="24"/>
              </w:rPr>
              <w:t>, WAM, Kraków 2004;</w:t>
            </w:r>
          </w:p>
          <w:p w14:paraId="190BF236" w14:textId="77777777" w:rsidR="00AB05F1" w:rsidRDefault="00AB05F1" w:rsidP="00AB05F1">
            <w:pPr>
              <w:numPr>
                <w:ilvl w:val="0"/>
                <w:numId w:val="3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Stark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 xml:space="preserve"> R.,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Bainbridge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 xml:space="preserve"> S. W., </w:t>
            </w:r>
            <w:r w:rsidRPr="007D69B1">
              <w:rPr>
                <w:rFonts w:ascii="Times New Roman" w:eastAsia="SimSun" w:hAnsi="Times New Roman"/>
                <w:i/>
                <w:sz w:val="24"/>
                <w:szCs w:val="24"/>
              </w:rPr>
              <w:t>Teoria Religii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Nomos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>, Kraków 2007;</w:t>
            </w:r>
          </w:p>
          <w:p w14:paraId="294A0E1B" w14:textId="1D66C971" w:rsidR="00AB05F1" w:rsidRPr="00AB05F1" w:rsidRDefault="00AB05F1" w:rsidP="00AB05F1">
            <w:pPr>
              <w:numPr>
                <w:ilvl w:val="0"/>
                <w:numId w:val="3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Luhmann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 xml:space="preserve"> N., </w:t>
            </w:r>
            <w:r w:rsidRPr="007D69B1">
              <w:rPr>
                <w:rFonts w:ascii="Times New Roman" w:eastAsia="SimSun" w:hAnsi="Times New Roman"/>
                <w:i/>
                <w:sz w:val="24"/>
                <w:szCs w:val="24"/>
              </w:rPr>
              <w:t>Funkcja religii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Nomos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>, Kraków 2001;</w:t>
            </w:r>
          </w:p>
          <w:p w14:paraId="5720E2E9" w14:textId="7A2EF896" w:rsidR="00913B2B" w:rsidRPr="007D69B1" w:rsidRDefault="00913B2B" w:rsidP="00AB05F1">
            <w:pPr>
              <w:numPr>
                <w:ilvl w:val="0"/>
                <w:numId w:val="3"/>
              </w:numPr>
              <w:tabs>
                <w:tab w:val="left" w:pos="900"/>
              </w:tabs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0F3E8B">
              <w:rPr>
                <w:rFonts w:ascii="Times New Roman" w:eastAsia="SimSun" w:hAnsi="Times New Roman"/>
                <w:sz w:val="24"/>
                <w:szCs w:val="24"/>
              </w:rPr>
              <w:t xml:space="preserve">Rusecki M., </w:t>
            </w:r>
            <w:r w:rsidRPr="000F3E8B">
              <w:rPr>
                <w:rFonts w:ascii="Times New Roman" w:eastAsia="SimSun" w:hAnsi="Times New Roman"/>
                <w:i/>
                <w:sz w:val="24"/>
                <w:szCs w:val="24"/>
              </w:rPr>
              <w:t>Istota i geneza religii</w:t>
            </w:r>
            <w:r w:rsidRPr="000F3E8B">
              <w:rPr>
                <w:rFonts w:ascii="Times New Roman" w:eastAsia="SimSun" w:hAnsi="Times New Roman"/>
                <w:sz w:val="24"/>
                <w:szCs w:val="24"/>
              </w:rPr>
              <w:t>, warszawa 1989;</w:t>
            </w:r>
          </w:p>
          <w:p w14:paraId="23ADD9FD" w14:textId="77777777" w:rsidR="00913B2B" w:rsidRPr="0097059B" w:rsidRDefault="00913B2B" w:rsidP="00AB05F1">
            <w:pPr>
              <w:pStyle w:val="Tekstprzypisudolnego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97059B">
              <w:rPr>
                <w:rFonts w:ascii="Times New Roman" w:eastAsia="SimSun" w:hAnsi="Times New Roman"/>
                <w:i/>
                <w:sz w:val="24"/>
                <w:szCs w:val="24"/>
              </w:rPr>
              <w:t>Ilustrowana encyklopedia religii świata</w:t>
            </w:r>
            <w:r w:rsidRPr="0097059B">
              <w:rPr>
                <w:rFonts w:ascii="Times New Roman" w:eastAsia="SimSun" w:hAnsi="Times New Roman"/>
                <w:sz w:val="24"/>
                <w:szCs w:val="24"/>
              </w:rPr>
              <w:t>, red. Z. Drozdowicz, Z. Stachowski, Kurpisz S.A, Warszawa 2002;</w:t>
            </w:r>
          </w:p>
          <w:p w14:paraId="5F90947A" w14:textId="77777777" w:rsidR="00913B2B" w:rsidRPr="0097059B" w:rsidRDefault="00913B2B" w:rsidP="00AB05F1">
            <w:pPr>
              <w:numPr>
                <w:ilvl w:val="0"/>
                <w:numId w:val="3"/>
              </w:num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97059B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97059B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Norris P., Inglehart R., </w:t>
            </w:r>
            <w:r w:rsidRPr="0097059B">
              <w:rPr>
                <w:rFonts w:ascii="Times New Roman" w:eastAsia="SimSun" w:hAnsi="Times New Roman"/>
                <w:i/>
                <w:sz w:val="24"/>
                <w:szCs w:val="24"/>
                <w:lang w:val="en-US"/>
              </w:rPr>
              <w:t xml:space="preserve">Sacrum </w:t>
            </w:r>
            <w:proofErr w:type="spellStart"/>
            <w:r w:rsidRPr="0097059B">
              <w:rPr>
                <w:rFonts w:ascii="Times New Roman" w:eastAsia="SimSun" w:hAnsi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97059B">
              <w:rPr>
                <w:rFonts w:ascii="Times New Roman" w:eastAsia="SimSu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59B">
              <w:rPr>
                <w:rFonts w:ascii="Times New Roman" w:eastAsia="SimSun" w:hAnsi="Times New Roman"/>
                <w:i/>
                <w:sz w:val="24"/>
                <w:szCs w:val="24"/>
                <w:lang w:val="en-US"/>
              </w:rPr>
              <w:t>profanum</w:t>
            </w:r>
            <w:proofErr w:type="spellEnd"/>
            <w:r w:rsidRPr="0097059B">
              <w:rPr>
                <w:rFonts w:ascii="Times New Roman" w:eastAsia="SimSun" w:hAnsi="Times New Roman"/>
                <w:sz w:val="24"/>
                <w:szCs w:val="24"/>
                <w:lang w:val="en-US"/>
              </w:rPr>
              <w:t>, Nomos, Kraków 2006;</w:t>
            </w:r>
          </w:p>
          <w:p w14:paraId="489CF6CB" w14:textId="77777777" w:rsidR="00913B2B" w:rsidRDefault="00913B2B" w:rsidP="00AB05F1">
            <w:pPr>
              <w:numPr>
                <w:ilvl w:val="0"/>
                <w:numId w:val="3"/>
              </w:num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97059B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r w:rsidRPr="0097059B">
              <w:rPr>
                <w:rFonts w:ascii="Times New Roman" w:eastAsia="SimSun" w:hAnsi="Times New Roman"/>
                <w:sz w:val="24"/>
                <w:szCs w:val="24"/>
              </w:rPr>
              <w:t xml:space="preserve">Piwowarski W., </w:t>
            </w:r>
            <w:r w:rsidRPr="0097059B">
              <w:rPr>
                <w:rFonts w:ascii="Times New Roman" w:eastAsia="SimSun" w:hAnsi="Times New Roman"/>
                <w:i/>
                <w:sz w:val="24"/>
                <w:szCs w:val="24"/>
              </w:rPr>
              <w:t>Socjologia religii</w:t>
            </w:r>
            <w:r w:rsidRPr="0097059B">
              <w:rPr>
                <w:rFonts w:ascii="Times New Roman" w:eastAsia="SimSun" w:hAnsi="Times New Roman"/>
                <w:sz w:val="24"/>
                <w:szCs w:val="24"/>
              </w:rPr>
              <w:t>, KUL, Lublin 2000;</w:t>
            </w:r>
          </w:p>
          <w:p w14:paraId="51064F6A" w14:textId="2FADA447" w:rsidR="00913B2B" w:rsidRPr="009A4A88" w:rsidRDefault="00913B2B" w:rsidP="009A4A88">
            <w:pPr>
              <w:numPr>
                <w:ilvl w:val="0"/>
                <w:numId w:val="3"/>
              </w:num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spellStart"/>
            <w:r w:rsidRPr="0097059B">
              <w:rPr>
                <w:rFonts w:ascii="Times New Roman" w:eastAsia="SimSun" w:hAnsi="Times New Roman"/>
                <w:sz w:val="24"/>
                <w:szCs w:val="24"/>
              </w:rPr>
              <w:t>Jodkowski</w:t>
            </w:r>
            <w:proofErr w:type="spellEnd"/>
            <w:r w:rsidRPr="0097059B">
              <w:rPr>
                <w:rFonts w:ascii="Times New Roman" w:eastAsia="SimSun" w:hAnsi="Times New Roman"/>
                <w:sz w:val="24"/>
                <w:szCs w:val="24"/>
              </w:rPr>
              <w:t xml:space="preserve"> K., </w:t>
            </w:r>
            <w:r w:rsidRPr="0097059B">
              <w:rPr>
                <w:rFonts w:ascii="Times New Roman" w:eastAsia="SimSun" w:hAnsi="Times New Roman"/>
                <w:i/>
                <w:sz w:val="24"/>
                <w:szCs w:val="24"/>
              </w:rPr>
              <w:t>Spór ewolucjonizmu z kreacjonizmem</w:t>
            </w:r>
            <w:r w:rsidRPr="0097059B">
              <w:rPr>
                <w:rFonts w:ascii="Times New Roman" w:eastAsia="SimSun" w:hAnsi="Times New Roman"/>
                <w:sz w:val="24"/>
                <w:szCs w:val="24"/>
              </w:rPr>
              <w:t>, MEGAS, Warszawa 2007;</w:t>
            </w:r>
          </w:p>
          <w:p w14:paraId="1BECC6E7" w14:textId="77777777" w:rsidR="00913B2B" w:rsidRDefault="00913B2B" w:rsidP="00AB05F1">
            <w:pPr>
              <w:numPr>
                <w:ilvl w:val="0"/>
                <w:numId w:val="3"/>
              </w:numPr>
              <w:rPr>
                <w:rFonts w:ascii="Times New Roman" w:eastAsia="SimSun" w:hAnsi="Times New Roman"/>
                <w:sz w:val="24"/>
                <w:szCs w:val="24"/>
              </w:rPr>
            </w:pPr>
            <w:r w:rsidRPr="007D69B1">
              <w:rPr>
                <w:rFonts w:ascii="Times New Roman" w:eastAsia="SimSun" w:hAnsi="Times New Roman"/>
                <w:sz w:val="24"/>
                <w:szCs w:val="24"/>
              </w:rPr>
              <w:t xml:space="preserve">Guzowska B., </w:t>
            </w:r>
            <w:r w:rsidRPr="007D69B1">
              <w:rPr>
                <w:rFonts w:ascii="Times New Roman" w:eastAsia="SimSun" w:hAnsi="Times New Roman"/>
                <w:i/>
                <w:sz w:val="24"/>
                <w:szCs w:val="24"/>
              </w:rPr>
              <w:t>Duchowość ponowoczesna</w:t>
            </w:r>
            <w:r w:rsidRPr="007D69B1">
              <w:rPr>
                <w:rFonts w:ascii="Times New Roman" w:eastAsia="SimSun" w:hAnsi="Times New Roman"/>
                <w:sz w:val="24"/>
                <w:szCs w:val="24"/>
              </w:rPr>
              <w:t>, UR, Rzeszów 2011;</w:t>
            </w:r>
          </w:p>
          <w:p w14:paraId="4426F570" w14:textId="4222A2D3" w:rsidR="00E863A5" w:rsidRPr="009A4A88" w:rsidRDefault="00913B2B" w:rsidP="00AB05F1">
            <w:pPr>
              <w:numPr>
                <w:ilvl w:val="0"/>
                <w:numId w:val="3"/>
              </w:numPr>
              <w:rPr>
                <w:rFonts w:ascii="Times New Roman" w:eastAsia="SimSun" w:hAnsi="Times New Roman"/>
                <w:sz w:val="24"/>
                <w:szCs w:val="24"/>
              </w:rPr>
            </w:pPr>
            <w:r w:rsidRPr="00913B2B">
              <w:rPr>
                <w:rFonts w:ascii="Times New Roman" w:eastAsia="SimSun" w:hAnsi="Times New Roman"/>
                <w:szCs w:val="24"/>
              </w:rPr>
              <w:t>Wójtowicz R</w:t>
            </w:r>
            <w:r w:rsidRPr="009A4A88">
              <w:rPr>
                <w:rFonts w:ascii="Times New Roman" w:eastAsia="SimSun" w:hAnsi="Times New Roman"/>
                <w:sz w:val="24"/>
                <w:szCs w:val="24"/>
              </w:rPr>
              <w:t xml:space="preserve">., </w:t>
            </w:r>
            <w:r w:rsidRPr="009A4A88">
              <w:rPr>
                <w:rFonts w:ascii="Times New Roman" w:eastAsia="SimSun" w:hAnsi="Times New Roman"/>
                <w:i/>
                <w:sz w:val="24"/>
                <w:szCs w:val="24"/>
              </w:rPr>
              <w:t xml:space="preserve">Człowiek i kultura. Prolegomena do </w:t>
            </w:r>
            <w:proofErr w:type="spellStart"/>
            <w:r w:rsidRPr="009A4A88">
              <w:rPr>
                <w:rFonts w:ascii="Times New Roman" w:eastAsia="SimSun" w:hAnsi="Times New Roman"/>
                <w:i/>
                <w:sz w:val="24"/>
                <w:szCs w:val="24"/>
              </w:rPr>
              <w:t>wojtyliańskiej</w:t>
            </w:r>
            <w:proofErr w:type="spellEnd"/>
            <w:r w:rsidRPr="009A4A88">
              <w:rPr>
                <w:rFonts w:ascii="Times New Roman" w:eastAsia="SimSun" w:hAnsi="Times New Roman"/>
                <w:i/>
                <w:sz w:val="24"/>
                <w:szCs w:val="24"/>
              </w:rPr>
              <w:t xml:space="preserve"> antropologii filozoficznej</w:t>
            </w:r>
            <w:r w:rsidRPr="009A4A88">
              <w:rPr>
                <w:rFonts w:ascii="Times New Roman" w:eastAsia="SimSun" w:hAnsi="Times New Roman"/>
                <w:sz w:val="24"/>
                <w:szCs w:val="24"/>
              </w:rPr>
              <w:t>, UR, Rzeszów 2010.</w:t>
            </w:r>
          </w:p>
          <w:p w14:paraId="0D8CF9D3" w14:textId="77777777" w:rsidR="00E863A5" w:rsidRPr="00B169DF" w:rsidRDefault="00E863A5" w:rsidP="00E863A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E0F8D" w14:textId="77777777" w:rsidR="00C34E01" w:rsidRDefault="00C34E01" w:rsidP="00C16ABF">
      <w:pPr>
        <w:spacing w:after="0" w:line="240" w:lineRule="auto"/>
      </w:pPr>
      <w:r>
        <w:separator/>
      </w:r>
    </w:p>
  </w:endnote>
  <w:endnote w:type="continuationSeparator" w:id="0">
    <w:p w14:paraId="14CA22F9" w14:textId="77777777" w:rsidR="00C34E01" w:rsidRDefault="00C34E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FCE3E" w14:textId="77777777" w:rsidR="00C34E01" w:rsidRDefault="00C34E01" w:rsidP="00C16ABF">
      <w:pPr>
        <w:spacing w:after="0" w:line="240" w:lineRule="auto"/>
      </w:pPr>
      <w:r>
        <w:separator/>
      </w:r>
    </w:p>
  </w:footnote>
  <w:footnote w:type="continuationSeparator" w:id="0">
    <w:p w14:paraId="77E2A410" w14:textId="77777777" w:rsidR="00C34E01" w:rsidRDefault="00C34E01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4E657F"/>
    <w:multiLevelType w:val="hybridMultilevel"/>
    <w:tmpl w:val="642C8A5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00C6E6E"/>
    <w:multiLevelType w:val="multilevel"/>
    <w:tmpl w:val="65CE0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E65CB7"/>
    <w:multiLevelType w:val="hybridMultilevel"/>
    <w:tmpl w:val="642C8A5C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65984536">
    <w:abstractNumId w:val="0"/>
  </w:num>
  <w:num w:numId="2" w16cid:durableId="18564552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7899688">
    <w:abstractNumId w:val="1"/>
  </w:num>
  <w:num w:numId="4" w16cid:durableId="47121872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7FF"/>
    <w:rsid w:val="000048FD"/>
    <w:rsid w:val="000077B4"/>
    <w:rsid w:val="00015B8F"/>
    <w:rsid w:val="00022ECE"/>
    <w:rsid w:val="00027265"/>
    <w:rsid w:val="00042A51"/>
    <w:rsid w:val="00042D2E"/>
    <w:rsid w:val="00044C82"/>
    <w:rsid w:val="00056F89"/>
    <w:rsid w:val="00070ED6"/>
    <w:rsid w:val="000742DC"/>
    <w:rsid w:val="0007484F"/>
    <w:rsid w:val="00084C12"/>
    <w:rsid w:val="0009462C"/>
    <w:rsid w:val="00094B12"/>
    <w:rsid w:val="00096C46"/>
    <w:rsid w:val="000A296F"/>
    <w:rsid w:val="000A2A28"/>
    <w:rsid w:val="000A3CDF"/>
    <w:rsid w:val="000A6D67"/>
    <w:rsid w:val="000B192D"/>
    <w:rsid w:val="000B28EE"/>
    <w:rsid w:val="000B3E37"/>
    <w:rsid w:val="000D04B0"/>
    <w:rsid w:val="000D5565"/>
    <w:rsid w:val="000E5904"/>
    <w:rsid w:val="000F1C57"/>
    <w:rsid w:val="000F3A1F"/>
    <w:rsid w:val="000F5615"/>
    <w:rsid w:val="001045A1"/>
    <w:rsid w:val="001157F4"/>
    <w:rsid w:val="0011793F"/>
    <w:rsid w:val="00124BFF"/>
    <w:rsid w:val="0012560E"/>
    <w:rsid w:val="00127108"/>
    <w:rsid w:val="00134B13"/>
    <w:rsid w:val="00137B36"/>
    <w:rsid w:val="00146BC0"/>
    <w:rsid w:val="00151B08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6B95"/>
    <w:rsid w:val="001D4417"/>
    <w:rsid w:val="001D657B"/>
    <w:rsid w:val="001D7B54"/>
    <w:rsid w:val="001E0209"/>
    <w:rsid w:val="001F2CA2"/>
    <w:rsid w:val="00210C0A"/>
    <w:rsid w:val="002144C0"/>
    <w:rsid w:val="0021557A"/>
    <w:rsid w:val="0022477D"/>
    <w:rsid w:val="002278A9"/>
    <w:rsid w:val="002336F9"/>
    <w:rsid w:val="0024028F"/>
    <w:rsid w:val="00244ABC"/>
    <w:rsid w:val="0027245B"/>
    <w:rsid w:val="00281FF2"/>
    <w:rsid w:val="002857DE"/>
    <w:rsid w:val="00291567"/>
    <w:rsid w:val="00294C9C"/>
    <w:rsid w:val="002962C9"/>
    <w:rsid w:val="00296C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680"/>
    <w:rsid w:val="003151C5"/>
    <w:rsid w:val="00320E94"/>
    <w:rsid w:val="003343CF"/>
    <w:rsid w:val="00346FE9"/>
    <w:rsid w:val="0034759A"/>
    <w:rsid w:val="003502ED"/>
    <w:rsid w:val="003503F6"/>
    <w:rsid w:val="00350728"/>
    <w:rsid w:val="003530DD"/>
    <w:rsid w:val="00356062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F09"/>
    <w:rsid w:val="004840FD"/>
    <w:rsid w:val="00484C13"/>
    <w:rsid w:val="00490F7D"/>
    <w:rsid w:val="00491678"/>
    <w:rsid w:val="004968E2"/>
    <w:rsid w:val="004A3EEA"/>
    <w:rsid w:val="004A4D1F"/>
    <w:rsid w:val="004A5FAE"/>
    <w:rsid w:val="004B3F0E"/>
    <w:rsid w:val="004B5200"/>
    <w:rsid w:val="004C2C3B"/>
    <w:rsid w:val="004D26B5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29C5"/>
    <w:rsid w:val="005363C4"/>
    <w:rsid w:val="00536BDE"/>
    <w:rsid w:val="00543ACC"/>
    <w:rsid w:val="0056696D"/>
    <w:rsid w:val="00585310"/>
    <w:rsid w:val="0059484D"/>
    <w:rsid w:val="00595A6A"/>
    <w:rsid w:val="005A0855"/>
    <w:rsid w:val="005A3196"/>
    <w:rsid w:val="005C080F"/>
    <w:rsid w:val="005C55E5"/>
    <w:rsid w:val="005C696A"/>
    <w:rsid w:val="005E6E85"/>
    <w:rsid w:val="005F24F7"/>
    <w:rsid w:val="005F3084"/>
    <w:rsid w:val="005F31D2"/>
    <w:rsid w:val="005F76A3"/>
    <w:rsid w:val="00604C1B"/>
    <w:rsid w:val="0061029B"/>
    <w:rsid w:val="006109E2"/>
    <w:rsid w:val="00614137"/>
    <w:rsid w:val="00617230"/>
    <w:rsid w:val="00621CE1"/>
    <w:rsid w:val="00627FC9"/>
    <w:rsid w:val="0063765A"/>
    <w:rsid w:val="00647FA8"/>
    <w:rsid w:val="00650C5F"/>
    <w:rsid w:val="00654934"/>
    <w:rsid w:val="006620D9"/>
    <w:rsid w:val="00671958"/>
    <w:rsid w:val="00675843"/>
    <w:rsid w:val="00696477"/>
    <w:rsid w:val="006A1596"/>
    <w:rsid w:val="006A538B"/>
    <w:rsid w:val="006B0925"/>
    <w:rsid w:val="006D050F"/>
    <w:rsid w:val="006D09FC"/>
    <w:rsid w:val="006D6139"/>
    <w:rsid w:val="006E5542"/>
    <w:rsid w:val="006E5D65"/>
    <w:rsid w:val="006F1282"/>
    <w:rsid w:val="006F1FBC"/>
    <w:rsid w:val="006F31E2"/>
    <w:rsid w:val="0070647B"/>
    <w:rsid w:val="00706544"/>
    <w:rsid w:val="007072BA"/>
    <w:rsid w:val="00710BFA"/>
    <w:rsid w:val="0071620A"/>
    <w:rsid w:val="00724677"/>
    <w:rsid w:val="00725459"/>
    <w:rsid w:val="00727590"/>
    <w:rsid w:val="007327BD"/>
    <w:rsid w:val="00734608"/>
    <w:rsid w:val="00745302"/>
    <w:rsid w:val="007461D6"/>
    <w:rsid w:val="00746EC8"/>
    <w:rsid w:val="00763BF1"/>
    <w:rsid w:val="00766FD4"/>
    <w:rsid w:val="00780822"/>
    <w:rsid w:val="0078168C"/>
    <w:rsid w:val="00787C2A"/>
    <w:rsid w:val="00790E27"/>
    <w:rsid w:val="007A4022"/>
    <w:rsid w:val="007A6E6E"/>
    <w:rsid w:val="007B2699"/>
    <w:rsid w:val="007B502D"/>
    <w:rsid w:val="007C3299"/>
    <w:rsid w:val="007C3BCC"/>
    <w:rsid w:val="007C4546"/>
    <w:rsid w:val="007D6E56"/>
    <w:rsid w:val="007F4155"/>
    <w:rsid w:val="0081554D"/>
    <w:rsid w:val="0081707E"/>
    <w:rsid w:val="0082456A"/>
    <w:rsid w:val="008449B3"/>
    <w:rsid w:val="008552A2"/>
    <w:rsid w:val="0085747A"/>
    <w:rsid w:val="00884922"/>
    <w:rsid w:val="00885F64"/>
    <w:rsid w:val="008917F9"/>
    <w:rsid w:val="00893C6D"/>
    <w:rsid w:val="008A348D"/>
    <w:rsid w:val="008A45F7"/>
    <w:rsid w:val="008A6DA8"/>
    <w:rsid w:val="008B4C07"/>
    <w:rsid w:val="008B5376"/>
    <w:rsid w:val="008C0CC0"/>
    <w:rsid w:val="008C19A9"/>
    <w:rsid w:val="008C379D"/>
    <w:rsid w:val="008C5147"/>
    <w:rsid w:val="008C5359"/>
    <w:rsid w:val="008C5363"/>
    <w:rsid w:val="008D3DFB"/>
    <w:rsid w:val="008D5EC7"/>
    <w:rsid w:val="008D7613"/>
    <w:rsid w:val="008E64F4"/>
    <w:rsid w:val="008F12C9"/>
    <w:rsid w:val="008F62CF"/>
    <w:rsid w:val="008F6E29"/>
    <w:rsid w:val="00904929"/>
    <w:rsid w:val="00913B2B"/>
    <w:rsid w:val="00916188"/>
    <w:rsid w:val="00923D7D"/>
    <w:rsid w:val="00935C72"/>
    <w:rsid w:val="009508DF"/>
    <w:rsid w:val="00950DAC"/>
    <w:rsid w:val="00954A07"/>
    <w:rsid w:val="009936D2"/>
    <w:rsid w:val="00997F14"/>
    <w:rsid w:val="009A4A88"/>
    <w:rsid w:val="009A78D9"/>
    <w:rsid w:val="009B1541"/>
    <w:rsid w:val="009C3E31"/>
    <w:rsid w:val="009C3F37"/>
    <w:rsid w:val="009C54AE"/>
    <w:rsid w:val="009C54B7"/>
    <w:rsid w:val="009C788E"/>
    <w:rsid w:val="009D3F3B"/>
    <w:rsid w:val="009E0543"/>
    <w:rsid w:val="009E3B41"/>
    <w:rsid w:val="009E76DA"/>
    <w:rsid w:val="009F3C5C"/>
    <w:rsid w:val="009F4610"/>
    <w:rsid w:val="00A00ECC"/>
    <w:rsid w:val="00A1097D"/>
    <w:rsid w:val="00A116A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DB5"/>
    <w:rsid w:val="00A97DE1"/>
    <w:rsid w:val="00AB053C"/>
    <w:rsid w:val="00AB05F1"/>
    <w:rsid w:val="00AD1146"/>
    <w:rsid w:val="00AD27D3"/>
    <w:rsid w:val="00AD66D6"/>
    <w:rsid w:val="00AE1160"/>
    <w:rsid w:val="00AE203C"/>
    <w:rsid w:val="00AE257A"/>
    <w:rsid w:val="00AE2E74"/>
    <w:rsid w:val="00AE57A3"/>
    <w:rsid w:val="00AE5FCB"/>
    <w:rsid w:val="00AF2C1E"/>
    <w:rsid w:val="00B06142"/>
    <w:rsid w:val="00B135B1"/>
    <w:rsid w:val="00B1435F"/>
    <w:rsid w:val="00B14E9B"/>
    <w:rsid w:val="00B169DF"/>
    <w:rsid w:val="00B26129"/>
    <w:rsid w:val="00B30932"/>
    <w:rsid w:val="00B3130B"/>
    <w:rsid w:val="00B32749"/>
    <w:rsid w:val="00B3671D"/>
    <w:rsid w:val="00B40ADB"/>
    <w:rsid w:val="00B43B77"/>
    <w:rsid w:val="00B43E80"/>
    <w:rsid w:val="00B5041C"/>
    <w:rsid w:val="00B607DB"/>
    <w:rsid w:val="00B66529"/>
    <w:rsid w:val="00B753CC"/>
    <w:rsid w:val="00B75946"/>
    <w:rsid w:val="00B8056E"/>
    <w:rsid w:val="00B819C8"/>
    <w:rsid w:val="00B82308"/>
    <w:rsid w:val="00B90885"/>
    <w:rsid w:val="00BB520A"/>
    <w:rsid w:val="00BD08A1"/>
    <w:rsid w:val="00BD3869"/>
    <w:rsid w:val="00BD66E9"/>
    <w:rsid w:val="00BD6FF4"/>
    <w:rsid w:val="00BE5199"/>
    <w:rsid w:val="00BF2103"/>
    <w:rsid w:val="00BF2C41"/>
    <w:rsid w:val="00BF40E6"/>
    <w:rsid w:val="00BF53EE"/>
    <w:rsid w:val="00C058B4"/>
    <w:rsid w:val="00C05F44"/>
    <w:rsid w:val="00C131B5"/>
    <w:rsid w:val="00C16ABF"/>
    <w:rsid w:val="00C170AE"/>
    <w:rsid w:val="00C2075B"/>
    <w:rsid w:val="00C20816"/>
    <w:rsid w:val="00C209FB"/>
    <w:rsid w:val="00C26CB7"/>
    <w:rsid w:val="00C324C1"/>
    <w:rsid w:val="00C34E01"/>
    <w:rsid w:val="00C36992"/>
    <w:rsid w:val="00C40761"/>
    <w:rsid w:val="00C56036"/>
    <w:rsid w:val="00C61DC5"/>
    <w:rsid w:val="00C67E92"/>
    <w:rsid w:val="00C70A26"/>
    <w:rsid w:val="00C766DF"/>
    <w:rsid w:val="00C9269A"/>
    <w:rsid w:val="00C94B98"/>
    <w:rsid w:val="00CA2B96"/>
    <w:rsid w:val="00CA5089"/>
    <w:rsid w:val="00CB1BC0"/>
    <w:rsid w:val="00CD1EB0"/>
    <w:rsid w:val="00CD6897"/>
    <w:rsid w:val="00CE5BAC"/>
    <w:rsid w:val="00CF10AD"/>
    <w:rsid w:val="00CF25BE"/>
    <w:rsid w:val="00CF78ED"/>
    <w:rsid w:val="00D02838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B47A4"/>
    <w:rsid w:val="00DB6401"/>
    <w:rsid w:val="00DE09C0"/>
    <w:rsid w:val="00DE4A14"/>
    <w:rsid w:val="00DF320D"/>
    <w:rsid w:val="00DF4844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63A5"/>
    <w:rsid w:val="00E960BB"/>
    <w:rsid w:val="00EA2074"/>
    <w:rsid w:val="00EA4832"/>
    <w:rsid w:val="00EA4E9D"/>
    <w:rsid w:val="00EB6C38"/>
    <w:rsid w:val="00EC4899"/>
    <w:rsid w:val="00ED03AB"/>
    <w:rsid w:val="00ED32D2"/>
    <w:rsid w:val="00EE32DE"/>
    <w:rsid w:val="00EE5457"/>
    <w:rsid w:val="00EE653E"/>
    <w:rsid w:val="00EF0C9E"/>
    <w:rsid w:val="00EF5A45"/>
    <w:rsid w:val="00F03606"/>
    <w:rsid w:val="00F070AB"/>
    <w:rsid w:val="00F150DF"/>
    <w:rsid w:val="00F17567"/>
    <w:rsid w:val="00F27A7B"/>
    <w:rsid w:val="00F34E53"/>
    <w:rsid w:val="00F526AF"/>
    <w:rsid w:val="00F617C3"/>
    <w:rsid w:val="00F61A26"/>
    <w:rsid w:val="00F7066B"/>
    <w:rsid w:val="00F83B28"/>
    <w:rsid w:val="00F92D3D"/>
    <w:rsid w:val="00F974DA"/>
    <w:rsid w:val="00FA46E5"/>
    <w:rsid w:val="00FB7DBA"/>
    <w:rsid w:val="00FC1C25"/>
    <w:rsid w:val="00FC3F45"/>
    <w:rsid w:val="00FC6B34"/>
    <w:rsid w:val="00FD503F"/>
    <w:rsid w:val="00FD7589"/>
    <w:rsid w:val="00FE2CF0"/>
    <w:rsid w:val="00FE5318"/>
    <w:rsid w:val="00FE719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9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020C9-E420-4922-9446-D01ECC47B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41</TotalTime>
  <Pages>6</Pages>
  <Words>1420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17</cp:revision>
  <cp:lastPrinted>2019-02-06T12:12:00Z</cp:lastPrinted>
  <dcterms:created xsi:type="dcterms:W3CDTF">2024-09-08T09:38:00Z</dcterms:created>
  <dcterms:modified xsi:type="dcterms:W3CDTF">2025-06-30T08:51:00Z</dcterms:modified>
</cp:coreProperties>
</file>